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4C51E6" w:rsidRPr="00DF429C"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4E569D">
            <w:pPr>
              <w:tabs>
                <w:tab w:val="left" w:pos="1725"/>
              </w:tabs>
              <w:rPr>
                <w:rFonts w:ascii="Architect" w:hAnsi="Architect"/>
                <w:b/>
              </w:rPr>
            </w:pPr>
            <w:r w:rsidRPr="00DF429C">
              <w:rPr>
                <w:rFonts w:ascii="Architect" w:hAnsi="Architect"/>
                <w:b/>
              </w:rPr>
              <w:t xml:space="preserve">Lesson Title:   </w:t>
            </w:r>
          </w:p>
          <w:p w:rsidR="004C51E6" w:rsidRPr="00DF429C" w:rsidRDefault="004C51E6" w:rsidP="004E569D">
            <w:pPr>
              <w:tabs>
                <w:tab w:val="left" w:pos="1725"/>
              </w:tabs>
              <w:jc w:val="center"/>
              <w:rPr>
                <w:rFonts w:ascii="Architect" w:hAnsi="Architect"/>
                <w:b/>
              </w:rPr>
            </w:pPr>
            <w:r w:rsidRPr="00DF429C">
              <w:rPr>
                <w:rFonts w:ascii="Architect" w:hAnsi="Architect"/>
                <w:b/>
              </w:rPr>
              <w:t>FACs, FIGs, &amp; FORMs:</w:t>
            </w:r>
          </w:p>
          <w:p w:rsidR="004C51E6" w:rsidRPr="00DF429C" w:rsidRDefault="004C51E6" w:rsidP="004E569D">
            <w:pPr>
              <w:tabs>
                <w:tab w:val="left" w:pos="1725"/>
              </w:tabs>
              <w:jc w:val="center"/>
              <w:rPr>
                <w:rFonts w:ascii="Architect" w:hAnsi="Architect"/>
                <w:b/>
              </w:rPr>
            </w:pPr>
            <w:r w:rsidRPr="00DF429C">
              <w:rPr>
                <w:rFonts w:ascii="Architect" w:hAnsi="Architect"/>
                <w:b/>
              </w:rPr>
              <w:t>The Real Facts about Geometric Figures and their Measurement Formulas</w:t>
            </w:r>
          </w:p>
        </w:tc>
      </w:tr>
      <w:tr w:rsidR="004C51E6" w:rsidRPr="00DF429C"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C558AB">
            <w:pPr>
              <w:rPr>
                <w:rFonts w:ascii="Architect" w:hAnsi="Architect"/>
                <w:b/>
              </w:rPr>
            </w:pPr>
            <w:r w:rsidRPr="00DF429C">
              <w:rPr>
                <w:rFonts w:ascii="Architect" w:hAnsi="Architect"/>
                <w:b/>
              </w:rPr>
              <w:t>Subject area / course / grade level:</w:t>
            </w:r>
          </w:p>
          <w:p w:rsidR="004C51E6" w:rsidRPr="00DF429C" w:rsidRDefault="004C51E6" w:rsidP="00205575">
            <w:pPr>
              <w:jc w:val="center"/>
              <w:rPr>
                <w:rFonts w:ascii="Architect" w:hAnsi="Architect"/>
                <w:b/>
              </w:rPr>
            </w:pPr>
          </w:p>
          <w:p w:rsidR="004C51E6" w:rsidRPr="00DF429C" w:rsidRDefault="004C51E6" w:rsidP="00205575">
            <w:pPr>
              <w:jc w:val="center"/>
              <w:rPr>
                <w:rFonts w:ascii="Architect" w:hAnsi="Architect"/>
                <w:b/>
              </w:rPr>
            </w:pPr>
            <w:r w:rsidRPr="00DF429C">
              <w:rPr>
                <w:rFonts w:ascii="Architect" w:hAnsi="Architect"/>
                <w:b/>
              </w:rPr>
              <w:t>Geometry &amp; Measurement / Math / Grades 4 – 6</w:t>
            </w:r>
          </w:p>
        </w:tc>
      </w:tr>
      <w:tr w:rsidR="004C51E6" w:rsidRPr="00DF429C"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0D19AB">
            <w:pPr>
              <w:rPr>
                <w:rFonts w:ascii="Architect" w:hAnsi="Architect"/>
                <w:b/>
              </w:rPr>
            </w:pPr>
            <w:r w:rsidRPr="00DF429C">
              <w:rPr>
                <w:rFonts w:ascii="Architect" w:hAnsi="Architect"/>
                <w:b/>
              </w:rPr>
              <w:t>Introduction:</w:t>
            </w:r>
          </w:p>
          <w:p w:rsidR="004C51E6" w:rsidRPr="00DF429C" w:rsidRDefault="004C51E6" w:rsidP="005A6815">
            <w:pPr>
              <w:jc w:val="both"/>
              <w:rPr>
                <w:rFonts w:ascii="Architect" w:hAnsi="Architect"/>
              </w:rPr>
            </w:pPr>
            <w:r w:rsidRPr="00DF429C">
              <w:rPr>
                <w:rFonts w:ascii="Architect" w:hAnsi="Architect"/>
              </w:rPr>
              <w:t xml:space="preserve">This lesson is designed to focus on a major content topic in the measurement curriculum – understanding how surface area and volume formulas are derived for common geometric figures, including both 2-D shapes and 3-D solids. Students encounter these shapes, especially solids, early on and study these shapes throughout their school grades. </w:t>
            </w:r>
          </w:p>
          <w:p w:rsidR="004C51E6" w:rsidRPr="00DF429C" w:rsidRDefault="004C51E6" w:rsidP="00F60784">
            <w:pPr>
              <w:jc w:val="both"/>
              <w:rPr>
                <w:rFonts w:ascii="Architect" w:hAnsi="Architect"/>
              </w:rPr>
            </w:pPr>
          </w:p>
        </w:tc>
      </w:tr>
      <w:tr w:rsidR="004C51E6" w:rsidRPr="00DF429C"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0D19AB">
            <w:pPr>
              <w:rPr>
                <w:rFonts w:ascii="Architect" w:hAnsi="Architect"/>
                <w:b/>
              </w:rPr>
            </w:pPr>
            <w:r w:rsidRPr="00DF429C">
              <w:rPr>
                <w:rFonts w:ascii="Architect" w:hAnsi="Architect"/>
                <w:b/>
              </w:rPr>
              <w:t xml:space="preserve">Lesson Length: </w:t>
            </w:r>
          </w:p>
          <w:p w:rsidR="004C51E6" w:rsidRPr="00DF429C" w:rsidRDefault="004C51E6" w:rsidP="003F7D21">
            <w:pPr>
              <w:jc w:val="center"/>
              <w:rPr>
                <w:rFonts w:ascii="Architect" w:hAnsi="Architect"/>
                <w:b/>
              </w:rPr>
            </w:pPr>
            <w:r w:rsidRPr="00DF429C">
              <w:rPr>
                <w:rFonts w:ascii="Architect" w:hAnsi="Architect"/>
                <w:b/>
              </w:rPr>
              <w:t>90 – 120 min (1.5 – 2 hrs)</w:t>
            </w:r>
          </w:p>
        </w:tc>
      </w:tr>
      <w:tr w:rsidR="004C51E6" w:rsidRPr="00DF429C"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0D19AB">
            <w:pPr>
              <w:rPr>
                <w:rFonts w:ascii="Architect" w:hAnsi="Architect"/>
                <w:b/>
              </w:rPr>
            </w:pPr>
            <w:r w:rsidRPr="00DF429C">
              <w:rPr>
                <w:rFonts w:ascii="Architect" w:hAnsi="Architect"/>
                <w:b/>
              </w:rPr>
              <w:t xml:space="preserve">Materials: </w:t>
            </w:r>
          </w:p>
          <w:p w:rsidR="004C51E6" w:rsidRPr="00DF429C" w:rsidRDefault="004C51E6" w:rsidP="000D19AB">
            <w:pPr>
              <w:rPr>
                <w:rFonts w:ascii="Architect" w:hAnsi="Architect"/>
              </w:rPr>
            </w:pPr>
            <w:r w:rsidRPr="00DF429C">
              <w:rPr>
                <w:rFonts w:ascii="Architect" w:hAnsi="Architect"/>
              </w:rPr>
              <w:t>Square dot-grid paper and/or geoboard w/ bands</w:t>
            </w:r>
          </w:p>
          <w:p w:rsidR="004C51E6" w:rsidRPr="00DF429C" w:rsidRDefault="004C51E6" w:rsidP="000D19AB">
            <w:pPr>
              <w:rPr>
                <w:rFonts w:ascii="Architect" w:hAnsi="Architect"/>
              </w:rPr>
            </w:pPr>
            <w:r w:rsidRPr="00DF429C">
              <w:rPr>
                <w:rFonts w:ascii="Architect" w:hAnsi="Architect"/>
              </w:rPr>
              <w:t>Handout to record data and derived formulas</w:t>
            </w:r>
          </w:p>
          <w:p w:rsidR="004C51E6" w:rsidRPr="00DF429C" w:rsidRDefault="004C51E6" w:rsidP="000D19AB">
            <w:pPr>
              <w:rPr>
                <w:rFonts w:ascii="Architect" w:hAnsi="Architect"/>
              </w:rPr>
            </w:pPr>
            <w:r w:rsidRPr="00DF429C">
              <w:rPr>
                <w:rFonts w:ascii="Architect" w:hAnsi="Architect"/>
              </w:rPr>
              <w:t>Handout of Practice Exercises</w:t>
            </w:r>
          </w:p>
          <w:p w:rsidR="004C51E6" w:rsidRPr="00DF429C" w:rsidRDefault="004C51E6" w:rsidP="000D19AB">
            <w:pPr>
              <w:rPr>
                <w:rFonts w:ascii="Architect" w:hAnsi="Architect"/>
              </w:rPr>
            </w:pPr>
            <w:r w:rsidRPr="00DF429C">
              <w:rPr>
                <w:rFonts w:ascii="Architect" w:hAnsi="Architect"/>
              </w:rPr>
              <w:t>Debrief/Reflection Handout</w:t>
            </w:r>
          </w:p>
          <w:p w:rsidR="004C51E6" w:rsidRPr="00DF429C" w:rsidRDefault="004C51E6" w:rsidP="00A461C9">
            <w:pPr>
              <w:rPr>
                <w:rFonts w:ascii="Architect" w:hAnsi="Architect"/>
              </w:rPr>
            </w:pPr>
            <w:r w:rsidRPr="00DF429C">
              <w:rPr>
                <w:rFonts w:ascii="Architect" w:hAnsi="Architect"/>
              </w:rPr>
              <w:t>Sets of clear geo-solids (per group)</w:t>
            </w:r>
          </w:p>
          <w:p w:rsidR="004C51E6" w:rsidRPr="00DF429C" w:rsidRDefault="004C51E6" w:rsidP="00A461C9">
            <w:pPr>
              <w:rPr>
                <w:rFonts w:ascii="Architect" w:hAnsi="Architect"/>
              </w:rPr>
            </w:pPr>
            <w:r w:rsidRPr="00DF429C">
              <w:rPr>
                <w:rFonts w:ascii="Architect" w:hAnsi="Architect"/>
              </w:rPr>
              <w:t>Circular cut-outs and scissors (</w:t>
            </w:r>
            <w:r w:rsidRPr="00DF429C">
              <w:rPr>
                <w:rFonts w:ascii="Architect" w:hAnsi="Architect"/>
                <w:i/>
              </w:rPr>
              <w:t>or</w:t>
            </w:r>
            <w:r w:rsidRPr="00DF429C">
              <w:rPr>
                <w:rFonts w:ascii="Architect" w:hAnsi="Architect"/>
              </w:rPr>
              <w:t xml:space="preserve"> Sets of Fraction Circles – commercial manipulative)</w:t>
            </w:r>
          </w:p>
          <w:p w:rsidR="004C51E6" w:rsidRPr="00DF429C" w:rsidRDefault="004C51E6" w:rsidP="00A461C9">
            <w:pPr>
              <w:rPr>
                <w:rFonts w:ascii="Architect" w:hAnsi="Architect"/>
              </w:rPr>
            </w:pPr>
            <w:r w:rsidRPr="00DF429C">
              <w:rPr>
                <w:rFonts w:ascii="Architect" w:hAnsi="Architect"/>
              </w:rPr>
              <w:t>Various circular objects (e.g., paper plate, round trash can, water bottle)</w:t>
            </w:r>
          </w:p>
          <w:p w:rsidR="004C51E6" w:rsidRPr="00DF429C" w:rsidRDefault="004C51E6" w:rsidP="00A461C9">
            <w:pPr>
              <w:rPr>
                <w:rFonts w:ascii="Architect" w:hAnsi="Architect"/>
              </w:rPr>
            </w:pPr>
            <w:r w:rsidRPr="00DF429C">
              <w:rPr>
                <w:rFonts w:ascii="Architect" w:hAnsi="Architect"/>
              </w:rPr>
              <w:t xml:space="preserve">Tape Measures (flexible type) </w:t>
            </w:r>
          </w:p>
          <w:p w:rsidR="004C51E6" w:rsidRPr="00DF429C" w:rsidRDefault="004C51E6" w:rsidP="00A461C9">
            <w:pPr>
              <w:rPr>
                <w:rFonts w:ascii="Architect" w:hAnsi="Architect"/>
              </w:rPr>
            </w:pPr>
            <w:r w:rsidRPr="00DF429C">
              <w:rPr>
                <w:rFonts w:ascii="Architect" w:hAnsi="Architect"/>
              </w:rPr>
              <w:t>Calculators</w:t>
            </w:r>
          </w:p>
          <w:p w:rsidR="004C51E6" w:rsidRPr="00DF429C" w:rsidRDefault="004C51E6" w:rsidP="00A461C9">
            <w:pPr>
              <w:rPr>
                <w:rFonts w:ascii="Architect" w:hAnsi="Architect"/>
                <w:b/>
              </w:rPr>
            </w:pPr>
          </w:p>
        </w:tc>
      </w:tr>
      <w:tr w:rsidR="004C51E6" w:rsidRPr="00DF429C"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0D19AB">
            <w:pPr>
              <w:rPr>
                <w:rFonts w:ascii="Architect" w:hAnsi="Architect"/>
                <w:b/>
              </w:rPr>
            </w:pPr>
            <w:r w:rsidRPr="00DF429C">
              <w:rPr>
                <w:rFonts w:ascii="Architect" w:hAnsi="Architect"/>
                <w:b/>
              </w:rPr>
              <w:t>Lesson Overview:</w:t>
            </w:r>
          </w:p>
          <w:p w:rsidR="004C51E6" w:rsidRPr="00DF429C" w:rsidRDefault="004C51E6" w:rsidP="00F02F99">
            <w:pPr>
              <w:rPr>
                <w:rFonts w:ascii="Architect" w:hAnsi="Architect"/>
              </w:rPr>
            </w:pPr>
            <w:r w:rsidRPr="00DF429C">
              <w:rPr>
                <w:rFonts w:ascii="Architect" w:hAnsi="Architect"/>
              </w:rPr>
              <w:t xml:space="preserve">Participants will use inductive reasoning (via working through multiple examples) to derive the perimeter and area formulas for common geometric shapes (including the rectangle, square, parallelogram, triangle, trapezoid, and circle as well as solids like prisms and pyramids). There are two major parts to the Lesson: Part 1 - </w:t>
            </w:r>
            <w:r w:rsidRPr="00DF429C">
              <w:rPr>
                <w:rFonts w:ascii="Architect" w:hAnsi="Architect"/>
                <w:i/>
              </w:rPr>
              <w:t>Deriving Perimeter and Area formulas for common 2-D shapes</w:t>
            </w:r>
            <w:r w:rsidRPr="00DF429C">
              <w:rPr>
                <w:rFonts w:ascii="Architect" w:hAnsi="Architect"/>
              </w:rPr>
              <w:t xml:space="preserve"> and Part 2 - </w:t>
            </w:r>
            <w:r w:rsidRPr="00DF429C">
              <w:rPr>
                <w:rFonts w:ascii="Architect" w:hAnsi="Architect"/>
                <w:i/>
              </w:rPr>
              <w:t>Deriving (Surface) Area formulas for common 3-D shapes (Prisms and Pyramids).</w:t>
            </w:r>
          </w:p>
          <w:p w:rsidR="004C51E6" w:rsidRPr="00DF429C" w:rsidRDefault="004C51E6" w:rsidP="00534145">
            <w:pPr>
              <w:pStyle w:val="ListParagraph"/>
              <w:ind w:left="765"/>
              <w:rPr>
                <w:rFonts w:ascii="Architect" w:hAnsi="Architect"/>
              </w:rPr>
            </w:pPr>
          </w:p>
        </w:tc>
      </w:tr>
      <w:tr w:rsidR="004C51E6" w:rsidRPr="00DF429C"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1D7AD0">
            <w:pPr>
              <w:rPr>
                <w:rFonts w:ascii="Architect" w:hAnsi="Architect"/>
                <w:b/>
              </w:rPr>
            </w:pPr>
            <w:smartTag w:uri="urn:schemas-microsoft-com:office:smarttags" w:element="place">
              <w:smartTag w:uri="urn:schemas-microsoft-com:office:smarttags" w:element="State">
                <w:r w:rsidRPr="00DF429C">
                  <w:rPr>
                    <w:rFonts w:ascii="Architect" w:hAnsi="Architect"/>
                    <w:b/>
                  </w:rPr>
                  <w:t>Tennessee</w:t>
                </w:r>
              </w:smartTag>
            </w:smartTag>
            <w:r w:rsidRPr="00DF429C">
              <w:rPr>
                <w:rFonts w:ascii="Architect" w:hAnsi="Architect"/>
                <w:b/>
              </w:rPr>
              <w:t xml:space="preserve"> Standards:</w:t>
            </w:r>
          </w:p>
          <w:p w:rsidR="004C51E6" w:rsidRPr="00DF429C" w:rsidRDefault="004C51E6" w:rsidP="001D7AD0">
            <w:pPr>
              <w:rPr>
                <w:rFonts w:ascii="Architect" w:hAnsi="Architect"/>
              </w:rPr>
            </w:pPr>
            <w:r w:rsidRPr="00DF429C">
              <w:rPr>
                <w:rFonts w:ascii="Architect" w:hAnsi="Architect"/>
                <w:sz w:val="22"/>
                <w:szCs w:val="22"/>
              </w:rPr>
              <w:t xml:space="preserve">     </w:t>
            </w:r>
          </w:p>
          <w:p w:rsidR="004C51E6" w:rsidRPr="00DF429C" w:rsidRDefault="004C51E6" w:rsidP="001D7AD0">
            <w:pPr>
              <w:rPr>
                <w:rFonts w:ascii="Architect" w:hAnsi="Architect"/>
              </w:rPr>
            </w:pPr>
            <w:r w:rsidRPr="00DF429C">
              <w:rPr>
                <w:rFonts w:ascii="Architect" w:hAnsi="Architect"/>
                <w:sz w:val="22"/>
                <w:szCs w:val="22"/>
              </w:rPr>
              <w:t xml:space="preserve">     GLE 0606.4.3 – Develop and use formulas to determine the circumference and area of circles, and the area of      </w:t>
            </w:r>
          </w:p>
          <w:p w:rsidR="004C51E6" w:rsidRPr="00DF429C" w:rsidRDefault="004C51E6" w:rsidP="001D7AD0">
            <w:pPr>
              <w:rPr>
                <w:rFonts w:ascii="Architect" w:hAnsi="Architect"/>
              </w:rPr>
            </w:pPr>
            <w:r w:rsidRPr="00DF429C">
              <w:rPr>
                <w:rFonts w:ascii="Architect" w:hAnsi="Architect"/>
                <w:sz w:val="22"/>
                <w:szCs w:val="22"/>
              </w:rPr>
              <w:t xml:space="preserve">                                 trapezoids, and develop strategies to find the area of composite shapes.</w:t>
            </w:r>
          </w:p>
          <w:p w:rsidR="004C51E6" w:rsidRPr="00DF429C" w:rsidRDefault="004C51E6" w:rsidP="001D7AD0">
            <w:pPr>
              <w:rPr>
                <w:rFonts w:ascii="Architect" w:hAnsi="Architect"/>
              </w:rPr>
            </w:pPr>
            <w:r w:rsidRPr="00DF429C">
              <w:rPr>
                <w:rFonts w:ascii="Architect" w:hAnsi="Architect"/>
                <w:sz w:val="22"/>
                <w:szCs w:val="22"/>
              </w:rPr>
              <w:t xml:space="preserve">     GLE 0606.4.4 – Develop and use formulas for surface area and volume of 3-dimensional figures.</w:t>
            </w:r>
          </w:p>
          <w:p w:rsidR="004C51E6" w:rsidRPr="00DF429C" w:rsidRDefault="004C51E6" w:rsidP="000D19AB">
            <w:pPr>
              <w:rPr>
                <w:rFonts w:ascii="Architect" w:hAnsi="Architect"/>
              </w:rPr>
            </w:pPr>
            <w:r w:rsidRPr="00DF429C">
              <w:rPr>
                <w:rFonts w:ascii="Architect" w:hAnsi="Architect"/>
                <w:sz w:val="22"/>
                <w:szCs w:val="22"/>
              </w:rPr>
              <w:t xml:space="preserve">     GLE 0606.1.8 – Use technologies/manipulatives appropriately to develop understanding of mathematical algorithms, to  facilitate problem solving, and to create accurate and reliable models of mathematical concepts.</w:t>
            </w:r>
          </w:p>
          <w:p w:rsidR="004C51E6" w:rsidRPr="00DF429C" w:rsidRDefault="004C51E6" w:rsidP="000D19AB">
            <w:pPr>
              <w:rPr>
                <w:rFonts w:ascii="Architect" w:hAnsi="Architect"/>
              </w:rPr>
            </w:pPr>
          </w:p>
          <w:p w:rsidR="004C51E6" w:rsidRPr="00DF429C" w:rsidRDefault="004C51E6" w:rsidP="004D55E3">
            <w:pPr>
              <w:rPr>
                <w:rFonts w:ascii="Architect" w:hAnsi="Architect"/>
              </w:rPr>
            </w:pPr>
            <w:r w:rsidRPr="00DF429C">
              <w:rPr>
                <w:rFonts w:ascii="Architect" w:hAnsi="Architect"/>
                <w:sz w:val="22"/>
                <w:szCs w:val="22"/>
              </w:rPr>
              <w:t xml:space="preserve">     Grade 6         - Develop and use formulas to determine the circumference and areas of circles and the area of          </w:t>
            </w:r>
          </w:p>
          <w:p w:rsidR="004C51E6" w:rsidRPr="00DF429C" w:rsidRDefault="004C51E6" w:rsidP="00080CBF">
            <w:pPr>
              <w:pStyle w:val="ListParagraph"/>
              <w:ind w:left="360"/>
              <w:rPr>
                <w:rFonts w:ascii="Architect" w:hAnsi="Architect"/>
              </w:rPr>
            </w:pPr>
            <w:r w:rsidRPr="00DF429C">
              <w:rPr>
                <w:rFonts w:ascii="Architect" w:hAnsi="Architect"/>
                <w:sz w:val="22"/>
                <w:szCs w:val="22"/>
              </w:rPr>
              <w:t xml:space="preserve">                      trapezoids and develop strategies to find the area of composite shapes.</w:t>
            </w:r>
            <w:r>
              <w:rPr>
                <w:rFonts w:ascii="Architect" w:hAnsi="Architect"/>
                <w:sz w:val="22"/>
                <w:szCs w:val="22"/>
              </w:rPr>
              <w:t xml:space="preserve"> </w:t>
            </w:r>
          </w:p>
          <w:p w:rsidR="004C51E6" w:rsidRPr="00DF429C" w:rsidRDefault="004C51E6" w:rsidP="00DF429C">
            <w:pPr>
              <w:pStyle w:val="ListParagraph"/>
              <w:ind w:left="1350"/>
              <w:rPr>
                <w:rFonts w:ascii="Architect" w:hAnsi="Architect"/>
              </w:rPr>
            </w:pPr>
            <w:r>
              <w:rPr>
                <w:rFonts w:ascii="Architect" w:hAnsi="Architect"/>
                <w:sz w:val="22"/>
                <w:szCs w:val="22"/>
              </w:rPr>
              <w:t xml:space="preserve">  - </w:t>
            </w:r>
            <w:r w:rsidRPr="00DF429C">
              <w:rPr>
                <w:rFonts w:ascii="Architect" w:hAnsi="Architect"/>
                <w:sz w:val="22"/>
                <w:szCs w:val="22"/>
              </w:rPr>
              <w:t>Determine surface area and volume of prisms, pyramids and cylinders.</w:t>
            </w:r>
          </w:p>
        </w:tc>
      </w:tr>
      <w:tr w:rsidR="004C51E6" w:rsidRPr="00DF429C"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0D19AB">
            <w:pPr>
              <w:rPr>
                <w:rFonts w:ascii="Architect" w:hAnsi="Architect"/>
                <w:b/>
              </w:rPr>
            </w:pPr>
            <w:r w:rsidRPr="00DF429C">
              <w:rPr>
                <w:rFonts w:ascii="Architect" w:hAnsi="Architect"/>
                <w:b/>
              </w:rPr>
              <w:t>Lesson objective/outcome(s):</w:t>
            </w:r>
          </w:p>
          <w:p w:rsidR="004C51E6" w:rsidRPr="00DF429C" w:rsidRDefault="004C51E6" w:rsidP="000D19AB">
            <w:pPr>
              <w:rPr>
                <w:rFonts w:ascii="Architect" w:hAnsi="Architect"/>
                <w:b/>
              </w:rPr>
            </w:pPr>
          </w:p>
          <w:p w:rsidR="004C51E6" w:rsidRPr="00DF429C" w:rsidRDefault="004C51E6" w:rsidP="000923E7">
            <w:pPr>
              <w:tabs>
                <w:tab w:val="left" w:pos="1095"/>
              </w:tabs>
              <w:ind w:left="1095" w:hanging="1095"/>
              <w:rPr>
                <w:rFonts w:ascii="Architect" w:hAnsi="Architect"/>
              </w:rPr>
            </w:pPr>
            <w:r w:rsidRPr="00DF429C">
              <w:rPr>
                <w:rFonts w:ascii="Architect" w:hAnsi="Architect"/>
                <w:b/>
              </w:rPr>
              <w:t xml:space="preserve">        TLW:    </w:t>
            </w:r>
            <w:r w:rsidRPr="00DF429C">
              <w:rPr>
                <w:rFonts w:ascii="Architect" w:hAnsi="Architect"/>
              </w:rPr>
              <w:t xml:space="preserve">Develop and apply content knowledge of how perimeter formulas are derived for common 2-D shapes. </w:t>
            </w:r>
          </w:p>
          <w:p w:rsidR="004C51E6" w:rsidRDefault="004C51E6" w:rsidP="00B610F9">
            <w:pPr>
              <w:tabs>
                <w:tab w:val="left" w:pos="1095"/>
              </w:tabs>
              <w:ind w:left="1185" w:hanging="1185"/>
              <w:rPr>
                <w:rFonts w:ascii="Architect" w:hAnsi="Architect"/>
              </w:rPr>
            </w:pPr>
            <w:r w:rsidRPr="00DF429C">
              <w:rPr>
                <w:rFonts w:ascii="Architect" w:hAnsi="Architect"/>
              </w:rPr>
              <w:t xml:space="preserve">                     Develop and apply content knowledge of how (surface) area formulas are derived for common </w:t>
            </w:r>
          </w:p>
          <w:p w:rsidR="004C51E6" w:rsidRPr="00DF429C" w:rsidRDefault="004C51E6" w:rsidP="00534145">
            <w:pPr>
              <w:tabs>
                <w:tab w:val="left" w:pos="1095"/>
              </w:tabs>
              <w:ind w:left="1185" w:hanging="1185"/>
              <w:rPr>
                <w:rFonts w:ascii="Architect" w:hAnsi="Architect"/>
              </w:rPr>
            </w:pPr>
            <w:r>
              <w:rPr>
                <w:rFonts w:ascii="Architect" w:hAnsi="Architect"/>
              </w:rPr>
              <w:t xml:space="preserve">                     </w:t>
            </w:r>
            <w:r w:rsidRPr="00DF429C">
              <w:rPr>
                <w:rFonts w:ascii="Architect" w:hAnsi="Architect"/>
              </w:rPr>
              <w:t xml:space="preserve">2-D (and 3-D) shapes.   </w:t>
            </w:r>
          </w:p>
        </w:tc>
      </w:tr>
      <w:tr w:rsidR="004C51E6" w:rsidRPr="00DF429C"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BC03AB">
            <w:pPr>
              <w:rPr>
                <w:rFonts w:ascii="Architect" w:hAnsi="Architect"/>
                <w:b/>
              </w:rPr>
            </w:pPr>
            <w:r w:rsidRPr="00DF429C">
              <w:rPr>
                <w:rFonts w:ascii="Architect" w:hAnsi="Architect"/>
                <w:b/>
              </w:rPr>
              <w:t>ENGAGE</w:t>
            </w:r>
          </w:p>
          <w:p w:rsidR="004C51E6" w:rsidRPr="00DF429C" w:rsidRDefault="004C51E6" w:rsidP="00B169CF">
            <w:pPr>
              <w:pStyle w:val="BodyText"/>
              <w:spacing w:line="240" w:lineRule="auto"/>
              <w:ind w:left="1080"/>
              <w:rPr>
                <w:rFonts w:ascii="Architect" w:hAnsi="Architect"/>
                <w:sz w:val="18"/>
                <w:szCs w:val="18"/>
              </w:rPr>
            </w:pPr>
          </w:p>
          <w:p w:rsidR="004C51E6" w:rsidRPr="00DF429C" w:rsidRDefault="004C51E6" w:rsidP="000C50C0">
            <w:pPr>
              <w:pStyle w:val="BodyText"/>
              <w:spacing w:line="240" w:lineRule="auto"/>
              <w:ind w:left="360"/>
              <w:rPr>
                <w:rFonts w:ascii="Architect" w:hAnsi="Architect"/>
                <w:b/>
                <w:sz w:val="24"/>
                <w:szCs w:val="24"/>
              </w:rPr>
            </w:pPr>
            <w:r w:rsidRPr="00DF429C">
              <w:rPr>
                <w:rFonts w:ascii="Architect" w:hAnsi="Architect"/>
                <w:b/>
                <w:sz w:val="24"/>
                <w:szCs w:val="24"/>
              </w:rPr>
              <w:t xml:space="preserve">Activity: </w:t>
            </w:r>
          </w:p>
          <w:p w:rsidR="004C51E6" w:rsidRPr="00DF429C" w:rsidRDefault="004C51E6" w:rsidP="000D19AB">
            <w:pPr>
              <w:pStyle w:val="BodyText"/>
              <w:spacing w:line="240" w:lineRule="auto"/>
              <w:ind w:left="360"/>
              <w:rPr>
                <w:rFonts w:ascii="Architect" w:hAnsi="Architect"/>
                <w:sz w:val="24"/>
                <w:szCs w:val="24"/>
              </w:rPr>
            </w:pPr>
            <w:r w:rsidRPr="00DF429C">
              <w:rPr>
                <w:rFonts w:ascii="Architect" w:hAnsi="Architect"/>
                <w:sz w:val="24"/>
                <w:szCs w:val="24"/>
              </w:rPr>
              <w:t xml:space="preserve">Facilitator will pose this scavenger hunt/scenario to the group:  </w:t>
            </w:r>
          </w:p>
          <w:p w:rsidR="004C51E6" w:rsidRPr="00DF429C" w:rsidRDefault="004C51E6" w:rsidP="000D19AB">
            <w:pPr>
              <w:pStyle w:val="BodyText"/>
              <w:spacing w:line="240" w:lineRule="auto"/>
              <w:ind w:left="360"/>
              <w:rPr>
                <w:rFonts w:ascii="Architect" w:hAnsi="Architect"/>
                <w:i/>
                <w:sz w:val="24"/>
                <w:szCs w:val="24"/>
              </w:rPr>
            </w:pPr>
            <w:r w:rsidRPr="00DF429C">
              <w:rPr>
                <w:rFonts w:ascii="Architect" w:hAnsi="Architect"/>
                <w:i/>
                <w:sz w:val="24"/>
                <w:szCs w:val="24"/>
              </w:rPr>
              <w:t xml:space="preserve">“You have 1-2 minutes to gather several items from </w:t>
            </w:r>
            <w:r>
              <w:rPr>
                <w:rFonts w:ascii="Architect" w:hAnsi="Architect"/>
                <w:i/>
                <w:sz w:val="24"/>
                <w:szCs w:val="24"/>
              </w:rPr>
              <w:t xml:space="preserve">your paper sacks </w:t>
            </w:r>
            <w:r w:rsidRPr="00DF429C">
              <w:rPr>
                <w:rFonts w:ascii="Architect" w:hAnsi="Architect"/>
                <w:i/>
                <w:sz w:val="24"/>
                <w:szCs w:val="24"/>
              </w:rPr>
              <w:t xml:space="preserve">which show examples of polygons and/or solids. Briefly share your findings with a neighbor. Select one item to tell how you would determine the measurement attribute (perimeter, circumference, and/or surface area) of the item. Each person should have at least one turn.” </w:t>
            </w:r>
          </w:p>
          <w:p w:rsidR="004C51E6" w:rsidRPr="00DF429C" w:rsidRDefault="004C51E6" w:rsidP="000D19AB">
            <w:pPr>
              <w:pStyle w:val="BodyText"/>
              <w:spacing w:line="240" w:lineRule="auto"/>
              <w:ind w:left="360"/>
              <w:rPr>
                <w:rFonts w:ascii="Architect" w:hAnsi="Architect"/>
                <w:sz w:val="24"/>
                <w:szCs w:val="24"/>
              </w:rPr>
            </w:pPr>
            <w:r w:rsidRPr="00DF429C">
              <w:rPr>
                <w:rFonts w:ascii="Architect" w:hAnsi="Architect"/>
                <w:sz w:val="24"/>
                <w:szCs w:val="24"/>
              </w:rPr>
              <w:t xml:space="preserve"> </w:t>
            </w:r>
          </w:p>
          <w:p w:rsidR="004C51E6" w:rsidRPr="00DF429C" w:rsidRDefault="004C51E6" w:rsidP="000D19AB">
            <w:pPr>
              <w:pStyle w:val="BodyText"/>
              <w:spacing w:line="240" w:lineRule="auto"/>
              <w:ind w:left="360"/>
              <w:rPr>
                <w:rFonts w:ascii="Architect" w:hAnsi="Architect"/>
                <w:b/>
                <w:sz w:val="24"/>
                <w:szCs w:val="24"/>
              </w:rPr>
            </w:pPr>
            <w:r w:rsidRPr="00DF429C">
              <w:rPr>
                <w:rFonts w:ascii="Architect" w:hAnsi="Architect"/>
                <w:b/>
                <w:sz w:val="24"/>
                <w:szCs w:val="24"/>
              </w:rPr>
              <w:t>Questions:</w:t>
            </w:r>
          </w:p>
          <w:p w:rsidR="004C51E6" w:rsidRPr="00DF429C" w:rsidRDefault="004C51E6" w:rsidP="000D19AB">
            <w:pPr>
              <w:pStyle w:val="BodyText"/>
              <w:spacing w:line="240" w:lineRule="auto"/>
              <w:ind w:left="360"/>
              <w:rPr>
                <w:rFonts w:ascii="Architect" w:hAnsi="Architect"/>
                <w:sz w:val="24"/>
                <w:szCs w:val="24"/>
              </w:rPr>
            </w:pPr>
            <w:r w:rsidRPr="00DF429C">
              <w:rPr>
                <w:rFonts w:ascii="Architect" w:hAnsi="Architect"/>
                <w:sz w:val="24"/>
                <w:szCs w:val="24"/>
              </w:rPr>
              <w:t>1. What observations did you make as you gathered items?</w:t>
            </w:r>
          </w:p>
          <w:p w:rsidR="004C51E6" w:rsidRPr="00DF429C" w:rsidRDefault="004C51E6" w:rsidP="000D19AB">
            <w:pPr>
              <w:pStyle w:val="BodyText"/>
              <w:spacing w:line="240" w:lineRule="auto"/>
              <w:ind w:left="360"/>
              <w:rPr>
                <w:rFonts w:ascii="Architect" w:hAnsi="Architect"/>
                <w:sz w:val="24"/>
                <w:szCs w:val="24"/>
              </w:rPr>
            </w:pPr>
            <w:r w:rsidRPr="00DF429C">
              <w:rPr>
                <w:rFonts w:ascii="Architect" w:hAnsi="Architect"/>
                <w:sz w:val="24"/>
                <w:szCs w:val="24"/>
              </w:rPr>
              <w:t xml:space="preserve">2. What terms/vocabulary did you use to describe the measurement? </w:t>
            </w:r>
          </w:p>
          <w:p w:rsidR="004C51E6" w:rsidRPr="00DF429C" w:rsidRDefault="004C51E6" w:rsidP="002C7AFB">
            <w:pPr>
              <w:pStyle w:val="BodyText"/>
              <w:spacing w:line="240" w:lineRule="auto"/>
              <w:ind w:left="360"/>
              <w:rPr>
                <w:rFonts w:ascii="Architect" w:hAnsi="Architect"/>
                <w:sz w:val="24"/>
                <w:szCs w:val="24"/>
              </w:rPr>
            </w:pPr>
            <w:r w:rsidRPr="00DF429C">
              <w:rPr>
                <w:rFonts w:ascii="Architect" w:hAnsi="Architect"/>
                <w:sz w:val="24"/>
                <w:szCs w:val="24"/>
              </w:rPr>
              <w:t xml:space="preserve">3. To what extent did you incorporate measurement formulas? </w:t>
            </w:r>
          </w:p>
          <w:p w:rsidR="004C51E6" w:rsidRPr="00DF429C" w:rsidRDefault="004C51E6" w:rsidP="002C7AFB">
            <w:pPr>
              <w:pStyle w:val="BodyText"/>
              <w:spacing w:line="240" w:lineRule="auto"/>
              <w:ind w:left="360"/>
              <w:rPr>
                <w:rFonts w:ascii="Architect" w:hAnsi="Architect"/>
                <w:sz w:val="24"/>
                <w:szCs w:val="24"/>
              </w:rPr>
            </w:pPr>
            <w:r w:rsidRPr="00DF429C">
              <w:rPr>
                <w:rFonts w:ascii="Architect" w:hAnsi="Architect"/>
                <w:sz w:val="24"/>
                <w:szCs w:val="24"/>
              </w:rPr>
              <w:t xml:space="preserve">4.  How do similar measurements of different items compare to each other? </w:t>
            </w:r>
          </w:p>
          <w:p w:rsidR="004C51E6" w:rsidRPr="00DF429C" w:rsidRDefault="004C51E6" w:rsidP="002C7AFB">
            <w:pPr>
              <w:pStyle w:val="BodyText"/>
              <w:spacing w:line="240" w:lineRule="auto"/>
              <w:ind w:left="360"/>
              <w:rPr>
                <w:rFonts w:ascii="Architect" w:hAnsi="Architect"/>
              </w:rPr>
            </w:pPr>
          </w:p>
        </w:tc>
      </w:tr>
      <w:tr w:rsidR="004C51E6" w:rsidRPr="00DF429C"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0D19AB">
            <w:pPr>
              <w:rPr>
                <w:rFonts w:ascii="Architect" w:hAnsi="Architect"/>
                <w:b/>
              </w:rPr>
            </w:pPr>
            <w:r w:rsidRPr="00DF429C">
              <w:rPr>
                <w:rFonts w:ascii="Architect" w:hAnsi="Architect"/>
                <w:b/>
              </w:rPr>
              <w:t>EXPLORATION</w:t>
            </w:r>
          </w:p>
          <w:p w:rsidR="004C51E6" w:rsidRPr="00DF429C" w:rsidRDefault="004C51E6" w:rsidP="00F60784">
            <w:pPr>
              <w:pStyle w:val="BodyText"/>
              <w:spacing w:line="240" w:lineRule="auto"/>
              <w:ind w:firstLine="375"/>
              <w:rPr>
                <w:rFonts w:ascii="Architect" w:hAnsi="Architect"/>
                <w:b/>
                <w:sz w:val="24"/>
                <w:szCs w:val="24"/>
              </w:rPr>
            </w:pPr>
          </w:p>
          <w:p w:rsidR="004C51E6" w:rsidRPr="00DF429C" w:rsidRDefault="004C51E6" w:rsidP="00847E9D">
            <w:pPr>
              <w:ind w:firstLine="375"/>
              <w:rPr>
                <w:rFonts w:ascii="Architect" w:hAnsi="Architect"/>
                <w:b/>
              </w:rPr>
            </w:pPr>
            <w:r w:rsidRPr="00DF429C">
              <w:rPr>
                <w:rFonts w:ascii="Architect" w:hAnsi="Architect"/>
                <w:b/>
              </w:rPr>
              <w:t>PART 1: Deriving Perimeter and Area formulas for common 2-D shapes</w:t>
            </w:r>
          </w:p>
          <w:p w:rsidR="004C51E6" w:rsidRPr="00DF429C" w:rsidRDefault="004C51E6" w:rsidP="00847E9D">
            <w:pPr>
              <w:pStyle w:val="ListParagraph"/>
              <w:numPr>
                <w:ilvl w:val="0"/>
                <w:numId w:val="2"/>
              </w:numPr>
              <w:rPr>
                <w:rFonts w:ascii="Architect" w:hAnsi="Architect"/>
              </w:rPr>
            </w:pPr>
            <w:r w:rsidRPr="00DF429C">
              <w:rPr>
                <w:rFonts w:ascii="Architect" w:hAnsi="Architect"/>
              </w:rPr>
              <w:t>As per formula for perimeter, make the square and rectangle on the geoboard; observe perimeter measurement patterns and derive the formulas based on pattern observations (</w:t>
            </w:r>
            <w:r w:rsidRPr="00DF429C">
              <w:rPr>
                <w:rFonts w:ascii="Architect" w:hAnsi="Architect"/>
                <w:b/>
              </w:rPr>
              <w:t>P=4</w:t>
            </w:r>
            <w:r w:rsidRPr="00DF429C">
              <w:rPr>
                <w:rFonts w:ascii="Architect" w:hAnsi="Architect"/>
                <w:b/>
                <w:i/>
              </w:rPr>
              <w:t>s</w:t>
            </w:r>
            <w:r w:rsidRPr="00DF429C">
              <w:rPr>
                <w:rFonts w:ascii="Architect" w:hAnsi="Architect"/>
              </w:rPr>
              <w:t xml:space="preserve"> for square; </w:t>
            </w:r>
            <w:r w:rsidRPr="00DF429C">
              <w:rPr>
                <w:rFonts w:ascii="Architect" w:hAnsi="Architect"/>
                <w:b/>
              </w:rPr>
              <w:t>P=2</w:t>
            </w:r>
            <w:r w:rsidRPr="00DF429C">
              <w:rPr>
                <w:rFonts w:ascii="Architect" w:hAnsi="Architect"/>
                <w:b/>
                <w:i/>
              </w:rPr>
              <w:t>l</w:t>
            </w:r>
            <w:r w:rsidRPr="00DF429C">
              <w:rPr>
                <w:rFonts w:ascii="Architect" w:hAnsi="Architect"/>
                <w:b/>
              </w:rPr>
              <w:t xml:space="preserve"> + 2</w:t>
            </w:r>
            <w:r w:rsidRPr="00DF429C">
              <w:rPr>
                <w:rFonts w:ascii="Architect" w:hAnsi="Architect"/>
                <w:b/>
                <w:i/>
              </w:rPr>
              <w:t>w</w:t>
            </w:r>
            <w:r w:rsidRPr="00DF429C">
              <w:rPr>
                <w:rFonts w:ascii="Architect" w:hAnsi="Architect"/>
              </w:rPr>
              <w:t xml:space="preserve"> for rectangle). </w:t>
            </w:r>
          </w:p>
          <w:p w:rsidR="004C51E6" w:rsidRPr="00DF429C" w:rsidRDefault="004C51E6" w:rsidP="00847E9D">
            <w:pPr>
              <w:pStyle w:val="ListParagraph"/>
              <w:numPr>
                <w:ilvl w:val="0"/>
                <w:numId w:val="2"/>
              </w:numPr>
              <w:rPr>
                <w:rFonts w:ascii="Architect" w:hAnsi="Architect"/>
              </w:rPr>
            </w:pPr>
            <w:r w:rsidRPr="00DF429C">
              <w:rPr>
                <w:rFonts w:ascii="Architect" w:hAnsi="Architect"/>
              </w:rPr>
              <w:t xml:space="preserve">As per formula for the circle, measure the </w:t>
            </w:r>
            <w:r w:rsidRPr="00DF429C">
              <w:rPr>
                <w:rFonts w:ascii="Architect" w:hAnsi="Architect"/>
                <w:b/>
              </w:rPr>
              <w:t>distance around (circumference)</w:t>
            </w:r>
            <w:r w:rsidRPr="00DF429C">
              <w:rPr>
                <w:rFonts w:ascii="Architect" w:hAnsi="Architect"/>
              </w:rPr>
              <w:t xml:space="preserve"> and the </w:t>
            </w:r>
            <w:r w:rsidRPr="00DF429C">
              <w:rPr>
                <w:rFonts w:ascii="Architect" w:hAnsi="Architect"/>
                <w:b/>
              </w:rPr>
              <w:t>distance across (diameter</w:t>
            </w:r>
            <w:r w:rsidRPr="00DF429C">
              <w:rPr>
                <w:rFonts w:ascii="Architect" w:hAnsi="Architect"/>
              </w:rPr>
              <w:t>) several circular objects in the room. Measure as precisely as possible in the smallest unit possible (e.g., mm). Calculate the ratio of the circumference to the diameter to get</w:t>
            </w:r>
            <w:r w:rsidRPr="00DF429C">
              <w:rPr>
                <w:rFonts w:ascii="Architect" w:hAnsi="Architect"/>
                <w:b/>
              </w:rPr>
              <w:t xml:space="preserve">, </w:t>
            </w:r>
            <w:r w:rsidRPr="00DF429C">
              <w:rPr>
                <w:rFonts w:ascii="Architect" w:hAnsi="Architect"/>
                <w:b/>
              </w:rPr>
              <w:fldChar w:fldCharType="begin"/>
            </w:r>
            <w:r w:rsidRPr="00DF429C">
              <w:rPr>
                <w:rFonts w:ascii="Architect" w:hAnsi="Architect"/>
                <w:b/>
              </w:rPr>
              <w:instrText xml:space="preserve"> QUOTE </w:instrText>
            </w:r>
            <w:r w:rsidRPr="00DF429C">
              <w:rPr>
                <w:rFonts w:ascii="Architect" w:hAnsi="Architec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A7AB9&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7A7AB9&quot;&gt;&lt;m:oMathPara&gt;&lt;m:oMath&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C&lt;/m:t&gt;&lt;/m:r&gt;&lt;/m:num&gt;&lt;m:den&gt;&lt;m:r&gt;&lt;m:rPr&gt;&lt;m:sty m:val=&quot;bi&quot;/&gt;&lt;/m:rPr&gt;&lt;w:rPr&gt;&lt;w:rFonts w:ascii=&quot;Cambria Math&quot; w:h-ansi=&quot;Cambria Math&quot;/&gt;&lt;wx:font wx:val=&quot;Cambria Math&quot;/&gt;&lt;w:b/&gt;&lt;w:i/&gt;&lt;/w:rPr&gt;&lt;m:t&gt;d&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DF429C">
              <w:rPr>
                <w:rFonts w:ascii="Architect" w:hAnsi="Architect"/>
                <w:b/>
              </w:rPr>
              <w:instrText xml:space="preserve"> </w:instrText>
            </w:r>
            <w:r w:rsidRPr="00DF429C">
              <w:rPr>
                <w:rFonts w:ascii="Architect" w:hAnsi="Architect"/>
                <w:b/>
              </w:rPr>
              <w:fldChar w:fldCharType="separate"/>
            </w:r>
            <w:r w:rsidRPr="00DF429C">
              <w:rPr>
                <w:rFonts w:ascii="Architect" w:hAnsi="Architect"/>
              </w:rPr>
              <w:pict>
                <v:shape id="_x0000_i1026" type="#_x0000_t75" style="width:9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A7AB9&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7A7AB9&quot;&gt;&lt;m:oMathPara&gt;&lt;m:oMath&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C&lt;/m:t&gt;&lt;/m:r&gt;&lt;/m:num&gt;&lt;m:den&gt;&lt;m:r&gt;&lt;m:rPr&gt;&lt;m:sty m:val=&quot;bi&quot;/&gt;&lt;/m:rPr&gt;&lt;w:rPr&gt;&lt;w:rFonts w:ascii=&quot;Cambria Math&quot; w:h-ansi=&quot;Cambria Math&quot;/&gt;&lt;wx:font wx:val=&quot;Cambria Math&quot;/&gt;&lt;w:b/&gt;&lt;w:i/&gt;&lt;/w:rPr&gt;&lt;m:t&gt;d&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DF429C">
              <w:rPr>
                <w:rFonts w:ascii="Architect" w:hAnsi="Architect"/>
                <w:b/>
              </w:rPr>
              <w:fldChar w:fldCharType="end"/>
            </w:r>
            <w:r w:rsidRPr="00DF429C">
              <w:rPr>
                <w:rFonts w:ascii="Architect" w:hAnsi="Architect"/>
                <w:b/>
              </w:rPr>
              <w:t xml:space="preserve"> = </w:t>
            </w:r>
            <w:r w:rsidRPr="00DF429C">
              <w:rPr>
                <w:rFonts w:ascii="Architect" w:hAnsi="Architect"/>
                <w:b/>
              </w:rPr>
              <w:fldChar w:fldCharType="begin"/>
            </w:r>
            <w:r w:rsidRPr="00DF429C">
              <w:rPr>
                <w:rFonts w:ascii="Architect" w:hAnsi="Architect"/>
                <w:b/>
              </w:rPr>
              <w:instrText xml:space="preserve"> QUOTE </w:instrText>
            </w:r>
            <w:r w:rsidRPr="00DF429C">
              <w:rPr>
                <w:rFonts w:ascii="Architect" w:hAnsi="Architect"/>
              </w:rPr>
              <w:pict>
                <v:shape id="_x0000_i1027" type="#_x0000_t75" style="width:12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A7AE9&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2A7AE9&quot;&gt;&lt;m:oMathPara&gt;&lt;m:oMath&gt;&lt;m:r&gt;&lt;m:rPr&gt;&lt;m:sty m:val=&quot;bi&quot;/&gt;&lt;/m:rPr&gt;&lt;w:rPr&gt;&lt;w:rFonts w:ascii=&quot;Cambria Math&quot; w:h-ansi=&quot;Cambria Math&quot;/&gt;&lt;wx:font wx:val=&quot;Cambria Math&quot;/&gt;&lt;w:b/&gt;&lt;w:i/&gt;&lt;/w:rPr&gt;&lt;m:t&gt;Ï€&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DF429C">
              <w:rPr>
                <w:rFonts w:ascii="Architect" w:hAnsi="Architect"/>
                <w:b/>
              </w:rPr>
              <w:instrText xml:space="preserve"> </w:instrText>
            </w:r>
            <w:r w:rsidRPr="00DF429C">
              <w:rPr>
                <w:rFonts w:ascii="Architect" w:hAnsi="Architect"/>
                <w:b/>
              </w:rPr>
              <w:fldChar w:fldCharType="separate"/>
            </w:r>
            <w:r w:rsidRPr="00DF429C">
              <w:rPr>
                <w:rFonts w:ascii="Architect" w:hAnsi="Architect"/>
              </w:rPr>
              <w:pict>
                <v:shape id="_x0000_i1028" type="#_x0000_t75" style="width:12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A7AE9&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2A7AE9&quot;&gt;&lt;m:oMathPara&gt;&lt;m:oMath&gt;&lt;m:r&gt;&lt;m:rPr&gt;&lt;m:sty m:val=&quot;bi&quot;/&gt;&lt;/m:rPr&gt;&lt;w:rPr&gt;&lt;w:rFonts w:ascii=&quot;Cambria Math&quot; w:h-ansi=&quot;Cambria Math&quot;/&gt;&lt;wx:font wx:val=&quot;Cambria Math&quot;/&gt;&lt;w:b/&gt;&lt;w:i/&gt;&lt;/w:rPr&gt;&lt;m:t&gt;Ï€&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DF429C">
              <w:rPr>
                <w:rFonts w:ascii="Architect" w:hAnsi="Architect"/>
                <w:b/>
              </w:rPr>
              <w:fldChar w:fldCharType="end"/>
            </w:r>
            <w:r w:rsidRPr="00DF429C">
              <w:rPr>
                <w:rFonts w:ascii="Architect" w:hAnsi="Architect"/>
                <w:b/>
              </w:rPr>
              <w:t xml:space="preserve"> (≈3.14159…). </w:t>
            </w:r>
            <w:r w:rsidRPr="00DF429C">
              <w:rPr>
                <w:rFonts w:ascii="Architect" w:hAnsi="Architect"/>
              </w:rPr>
              <w:t xml:space="preserve">To account for error and get closer to the constant, </w:t>
            </w:r>
            <w:r w:rsidRPr="00DF429C">
              <w:rPr>
                <w:rFonts w:ascii="Architect" w:hAnsi="Architect"/>
              </w:rPr>
              <w:fldChar w:fldCharType="begin"/>
            </w:r>
            <w:r w:rsidRPr="00DF429C">
              <w:rPr>
                <w:rFonts w:ascii="Architect" w:hAnsi="Architect"/>
              </w:rPr>
              <w:instrText xml:space="preserve"> QUOTE </w:instrText>
            </w:r>
            <w:r w:rsidRPr="00DF429C">
              <w:rPr>
                <w:rFonts w:ascii="Architect" w:hAnsi="Architect"/>
              </w:rPr>
              <w:pict>
                <v:shape id="_x0000_i1029" type="#_x0000_t75" style="width:13.5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06C0&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5006C0&quot;&gt;&lt;m:oMathPara&gt;&lt;m:oMath&gt;&lt;m:r&gt;&lt;w:rPr&gt;&lt;w:rFonts w:ascii=&quot;Cambria Math&quot; w:h-ansi=&quot;Cambria Math&quot;/&gt;&lt;wx:font wx:val=&quot;Cambria Math&quot;/&gt;&lt;w:i/&gt;&lt;/w:rPr&gt;&lt;m:t&gt;Ï€,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r w:rsidRPr="00DF429C">
              <w:rPr>
                <w:rFonts w:ascii="Architect" w:hAnsi="Architect"/>
              </w:rPr>
              <w:instrText xml:space="preserve"> </w:instrText>
            </w:r>
            <w:r w:rsidRPr="00DF429C">
              <w:rPr>
                <w:rFonts w:ascii="Architect" w:hAnsi="Architect"/>
              </w:rPr>
              <w:fldChar w:fldCharType="separate"/>
            </w:r>
            <w:r w:rsidRPr="00DF429C">
              <w:rPr>
                <w:rFonts w:ascii="Architect" w:hAnsi="Architect"/>
              </w:rPr>
              <w:pict>
                <v:shape id="_x0000_i1030" type="#_x0000_t75" style="width:13.5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06C0&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5006C0&quot;&gt;&lt;m:oMathPara&gt;&lt;m:oMath&gt;&lt;m:r&gt;&lt;w:rPr&gt;&lt;w:rFonts w:ascii=&quot;Cambria Math&quot; w:h-ansi=&quot;Cambria Math&quot;/&gt;&lt;wx:font wx:val=&quot;Cambria Math&quot;/&gt;&lt;w:i/&gt;&lt;/w:rPr&gt;&lt;m:t&gt;Ï€,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r w:rsidRPr="00DF429C">
              <w:rPr>
                <w:rFonts w:ascii="Architect" w:hAnsi="Architect"/>
              </w:rPr>
              <w:fldChar w:fldCharType="end"/>
            </w:r>
            <w:r w:rsidRPr="00DF429C">
              <w:rPr>
                <w:rFonts w:ascii="Architect" w:hAnsi="Architect"/>
              </w:rPr>
              <w:t xml:space="preserve">take the average of several ratios. This yields </w:t>
            </w:r>
            <w:r w:rsidRPr="00DF429C">
              <w:rPr>
                <w:rFonts w:ascii="Architect" w:hAnsi="Architect"/>
                <w:b/>
                <w:i/>
              </w:rPr>
              <w:t>C</w:t>
            </w:r>
            <w:r w:rsidRPr="00DF429C">
              <w:rPr>
                <w:rFonts w:ascii="Architect" w:hAnsi="Architect"/>
                <w:b/>
              </w:rPr>
              <w:t xml:space="preserve"> = </w:t>
            </w:r>
            <w:r w:rsidRPr="00DF429C">
              <w:rPr>
                <w:rFonts w:ascii="Architect" w:hAnsi="Architect"/>
              </w:rPr>
              <w:fldChar w:fldCharType="begin"/>
            </w:r>
            <w:r w:rsidRPr="00DF429C">
              <w:rPr>
                <w:rFonts w:ascii="Architect" w:hAnsi="Architect"/>
              </w:rPr>
              <w:instrText xml:space="preserve"> QUOTE </w:instrText>
            </w:r>
            <w:r w:rsidRPr="00DF429C">
              <w:rPr>
                <w:rFonts w:ascii="Architect" w:hAnsi="Architect"/>
              </w:rPr>
              <w:pict>
                <v:shape id="_x0000_i1031" type="#_x0000_t75" style="width:19.5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153D2&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2153D2&quot;&gt;&lt;m:oMathPara&gt;&lt;m:oMath&gt;&lt;m:r&gt;&lt;m:rPr&gt;&lt;m:sty m:val=&quot;bi&quot;/&gt;&lt;/m:rPr&gt;&lt;w:rPr&gt;&lt;w:rFonts w:ascii=&quot;Cambria Math&quot; w:h-ansi=&quot;Cambria Math&quot;/&gt;&lt;wx:font wx:val=&quot;Cambria Math&quot;/&gt;&lt;w:b/&gt;&lt;w:i/&gt;&lt;/w:rPr&gt;&lt;m:t&gt;Ï€d&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DF429C">
              <w:rPr>
                <w:rFonts w:ascii="Architect" w:hAnsi="Architect"/>
              </w:rPr>
              <w:instrText xml:space="preserve"> </w:instrText>
            </w:r>
            <w:r w:rsidRPr="00DF429C">
              <w:rPr>
                <w:rFonts w:ascii="Architect" w:hAnsi="Architect"/>
              </w:rPr>
              <w:fldChar w:fldCharType="separate"/>
            </w:r>
            <w:r w:rsidRPr="00DF429C">
              <w:rPr>
                <w:rFonts w:ascii="Architect" w:hAnsi="Architect"/>
              </w:rPr>
              <w:pict>
                <v:shape id="_x0000_i1032" type="#_x0000_t75" style="width:19.5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153D2&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2153D2&quot;&gt;&lt;m:oMathPara&gt;&lt;m:oMath&gt;&lt;m:r&gt;&lt;m:rPr&gt;&lt;m:sty m:val=&quot;bi&quot;/&gt;&lt;/m:rPr&gt;&lt;w:rPr&gt;&lt;w:rFonts w:ascii=&quot;Cambria Math&quot; w:h-ansi=&quot;Cambria Math&quot;/&gt;&lt;wx:font wx:val=&quot;Cambria Math&quot;/&gt;&lt;w:b/&gt;&lt;w:i/&gt;&lt;/w:rPr&gt;&lt;m:t&gt;Ï€d&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DF429C">
              <w:rPr>
                <w:rFonts w:ascii="Architect" w:hAnsi="Architect"/>
              </w:rPr>
              <w:fldChar w:fldCharType="end"/>
            </w:r>
            <w:r w:rsidRPr="00DF429C">
              <w:rPr>
                <w:rFonts w:ascii="Architect" w:hAnsi="Architect"/>
              </w:rPr>
              <w:t xml:space="preserve"> for the circle.</w:t>
            </w:r>
          </w:p>
          <w:p w:rsidR="004C51E6" w:rsidRPr="00DF429C" w:rsidRDefault="004C51E6" w:rsidP="00847E9D">
            <w:pPr>
              <w:pStyle w:val="ListParagraph"/>
              <w:numPr>
                <w:ilvl w:val="0"/>
                <w:numId w:val="2"/>
              </w:numPr>
              <w:rPr>
                <w:rFonts w:ascii="Architect" w:hAnsi="Architect"/>
              </w:rPr>
            </w:pPr>
            <w:r w:rsidRPr="00DF429C">
              <w:rPr>
                <w:rFonts w:ascii="Architect" w:hAnsi="Architect"/>
              </w:rPr>
              <w:t>Record all necessary data on the handout to use later in the lesson.</w:t>
            </w:r>
          </w:p>
          <w:p w:rsidR="004C51E6" w:rsidRDefault="004C51E6" w:rsidP="00847E9D">
            <w:pPr>
              <w:pStyle w:val="ListParagraph"/>
              <w:numPr>
                <w:ilvl w:val="0"/>
                <w:numId w:val="2"/>
              </w:numPr>
              <w:rPr>
                <w:rFonts w:ascii="Architect" w:hAnsi="Architect"/>
              </w:rPr>
            </w:pPr>
            <w:r w:rsidRPr="00DF429C">
              <w:rPr>
                <w:rFonts w:ascii="Architect" w:hAnsi="Architect"/>
              </w:rPr>
              <w:t>As per formula for area, make each polygonal shape on the geoboard one at a time. To see how the area formulas build on each other, consider making and discussing each shape in this order: square (</w:t>
            </w:r>
            <w:r w:rsidRPr="00DF429C">
              <w:rPr>
                <w:rFonts w:ascii="Architect" w:hAnsi="Architect"/>
                <w:b/>
              </w:rPr>
              <w:t>A=</w:t>
            </w:r>
            <w:r w:rsidRPr="00DF429C">
              <w:rPr>
                <w:rFonts w:ascii="Architect" w:hAnsi="Architect"/>
                <w:b/>
                <w:i/>
              </w:rPr>
              <w:t>s</w:t>
            </w:r>
            <w:r w:rsidRPr="00DF429C">
              <w:rPr>
                <w:rFonts w:ascii="Architect" w:hAnsi="Architect"/>
                <w:b/>
                <w:i/>
                <w:vertAlign w:val="superscript"/>
              </w:rPr>
              <w:t>2</w:t>
            </w:r>
            <w:r w:rsidRPr="00DF429C">
              <w:rPr>
                <w:rFonts w:ascii="Architect" w:hAnsi="Architect"/>
              </w:rPr>
              <w:t>), rectangle (</w:t>
            </w:r>
            <w:r w:rsidRPr="00DF429C">
              <w:rPr>
                <w:rFonts w:ascii="Architect" w:hAnsi="Architect"/>
                <w:b/>
              </w:rPr>
              <w:t>A=</w:t>
            </w:r>
            <w:r w:rsidRPr="00DF429C">
              <w:rPr>
                <w:rFonts w:ascii="Architect" w:hAnsi="Architect"/>
                <w:b/>
                <w:i/>
              </w:rPr>
              <w:t>lw</w:t>
            </w:r>
            <w:r w:rsidRPr="00DF429C">
              <w:rPr>
                <w:rFonts w:ascii="Architect" w:hAnsi="Architect"/>
              </w:rPr>
              <w:t>), parallelogram (</w:t>
            </w:r>
            <w:r w:rsidRPr="00DF429C">
              <w:rPr>
                <w:rFonts w:ascii="Architect" w:hAnsi="Architect"/>
                <w:b/>
              </w:rPr>
              <w:t>A=</w:t>
            </w:r>
            <w:r w:rsidRPr="00DF429C">
              <w:rPr>
                <w:rFonts w:ascii="Architect" w:hAnsi="Architect"/>
                <w:b/>
                <w:i/>
              </w:rPr>
              <w:t>bh</w:t>
            </w:r>
            <w:r w:rsidRPr="00DF429C">
              <w:rPr>
                <w:rFonts w:ascii="Architect" w:hAnsi="Architect"/>
              </w:rPr>
              <w:t>), triangle (</w:t>
            </w:r>
            <w:r w:rsidRPr="00DF429C">
              <w:rPr>
                <w:rFonts w:ascii="Architect" w:hAnsi="Architect"/>
                <w:b/>
              </w:rPr>
              <w:t>A= ½</w:t>
            </w:r>
            <w:r w:rsidRPr="00DF429C">
              <w:rPr>
                <w:rFonts w:ascii="Architect" w:hAnsi="Architect"/>
                <w:b/>
                <w:i/>
              </w:rPr>
              <w:t>bh</w:t>
            </w:r>
            <w:r w:rsidRPr="00DF429C">
              <w:rPr>
                <w:rFonts w:ascii="Architect" w:hAnsi="Architect"/>
              </w:rPr>
              <w:t>), and trapezoid (</w:t>
            </w:r>
            <w:r w:rsidRPr="00DF429C">
              <w:rPr>
                <w:rFonts w:ascii="Architect" w:hAnsi="Architect"/>
                <w:b/>
              </w:rPr>
              <w:t>A= ½</w:t>
            </w:r>
            <w:r w:rsidRPr="00DF429C">
              <w:rPr>
                <w:rFonts w:ascii="Architect" w:hAnsi="Architect"/>
                <w:b/>
                <w:i/>
              </w:rPr>
              <w:t>(b</w:t>
            </w:r>
            <w:r w:rsidRPr="00DF429C">
              <w:rPr>
                <w:rFonts w:ascii="Architect" w:hAnsi="Architect"/>
                <w:b/>
                <w:i/>
                <w:vertAlign w:val="subscript"/>
              </w:rPr>
              <w:t>1</w:t>
            </w:r>
            <w:r w:rsidRPr="00DF429C">
              <w:rPr>
                <w:rFonts w:ascii="Architect" w:hAnsi="Architect"/>
                <w:b/>
                <w:i/>
              </w:rPr>
              <w:t>+b</w:t>
            </w:r>
            <w:r w:rsidRPr="00DF429C">
              <w:rPr>
                <w:rFonts w:ascii="Architect" w:hAnsi="Architect"/>
                <w:b/>
                <w:i/>
                <w:vertAlign w:val="subscript"/>
              </w:rPr>
              <w:t>2</w:t>
            </w:r>
            <w:r w:rsidRPr="00DF429C">
              <w:rPr>
                <w:rFonts w:ascii="Architect" w:hAnsi="Architect"/>
                <w:b/>
                <w:i/>
              </w:rPr>
              <w:t>)h</w:t>
            </w:r>
            <w:r w:rsidRPr="00DF429C">
              <w:rPr>
                <w:rFonts w:ascii="Architect" w:hAnsi="Architect"/>
              </w:rPr>
              <w:t>). Observe area measurement patterns; derive the formulas based on pattern observations.</w:t>
            </w:r>
          </w:p>
          <w:p w:rsidR="004C51E6" w:rsidRPr="00DF429C" w:rsidRDefault="004C51E6" w:rsidP="00847E9D">
            <w:pPr>
              <w:pStyle w:val="ListParagraph"/>
              <w:numPr>
                <w:ilvl w:val="0"/>
                <w:numId w:val="2"/>
              </w:numPr>
              <w:rPr>
                <w:rFonts w:ascii="Architect" w:hAnsi="Architect"/>
              </w:rPr>
            </w:pPr>
            <w:r w:rsidRPr="00DF429C">
              <w:rPr>
                <w:rFonts w:ascii="Architect" w:hAnsi="Architect"/>
              </w:rPr>
              <w:t>Record all data on the handout.</w:t>
            </w:r>
          </w:p>
          <w:p w:rsidR="004C51E6" w:rsidRPr="00DF429C" w:rsidRDefault="004C51E6" w:rsidP="00F02F99">
            <w:pPr>
              <w:pStyle w:val="ListParagraph"/>
              <w:numPr>
                <w:ilvl w:val="0"/>
                <w:numId w:val="2"/>
              </w:numPr>
              <w:rPr>
                <w:rFonts w:ascii="Architect" w:hAnsi="Architect"/>
                <w:b/>
              </w:rPr>
            </w:pPr>
            <w:r w:rsidRPr="00DF429C">
              <w:rPr>
                <w:rFonts w:ascii="Architect" w:hAnsi="Architect"/>
              </w:rPr>
              <w:t xml:space="preserve">As per formula for area of the circle, use fraction circles (or circular cut-outs); take the “sector” pieces from one circle and arrange them in a parallelogram. Determine the area of the parallelogram using the formula above; the base of the parallelogram is </w:t>
            </w:r>
            <w:r w:rsidRPr="00DF429C">
              <w:rPr>
                <w:rFonts w:ascii="Architect" w:hAnsi="Architect"/>
                <w:u w:val="single"/>
              </w:rPr>
              <w:t>half</w:t>
            </w:r>
            <w:r w:rsidRPr="00DF429C">
              <w:rPr>
                <w:rFonts w:ascii="Architect" w:hAnsi="Architect"/>
              </w:rPr>
              <w:t xml:space="preserve"> the </w:t>
            </w:r>
            <w:r w:rsidRPr="00DF429C">
              <w:rPr>
                <w:rFonts w:ascii="Architect" w:hAnsi="Architect"/>
                <w:u w:val="single"/>
              </w:rPr>
              <w:t>circumference</w:t>
            </w:r>
            <w:r w:rsidRPr="00DF429C">
              <w:rPr>
                <w:rFonts w:ascii="Architect" w:hAnsi="Architect"/>
              </w:rPr>
              <w:t xml:space="preserve"> of the circle and its height is the </w:t>
            </w:r>
            <w:r w:rsidRPr="00DF429C">
              <w:rPr>
                <w:rFonts w:ascii="Architect" w:hAnsi="Architect"/>
                <w:u w:val="single"/>
              </w:rPr>
              <w:t>radius</w:t>
            </w:r>
            <w:r w:rsidRPr="00DF429C">
              <w:rPr>
                <w:rFonts w:ascii="Architect" w:hAnsi="Architect"/>
              </w:rPr>
              <w:t xml:space="preserve"> of the circle. Thus, the area of the circle = the area of the parallelogram = </w:t>
            </w:r>
            <w:r w:rsidRPr="00DF429C">
              <w:rPr>
                <w:rFonts w:ascii="Architect" w:hAnsi="Architect"/>
                <w:b/>
              </w:rPr>
              <w:t>½</w:t>
            </w:r>
            <w:r w:rsidRPr="00DF429C">
              <w:rPr>
                <w:rFonts w:ascii="Architect" w:hAnsi="Architect"/>
              </w:rPr>
              <w:t>(</w:t>
            </w:r>
            <w:r w:rsidRPr="00DF429C">
              <w:rPr>
                <w:rFonts w:ascii="Architect" w:hAnsi="Architect"/>
                <w:b/>
                <w:i/>
              </w:rPr>
              <w:t>C</w:t>
            </w:r>
            <w:r w:rsidRPr="00DF429C">
              <w:rPr>
                <w:rFonts w:ascii="Architect" w:hAnsi="Architect"/>
              </w:rPr>
              <w:t>)(</w:t>
            </w:r>
            <w:r w:rsidRPr="00DF429C">
              <w:rPr>
                <w:rFonts w:ascii="Architect" w:hAnsi="Architect"/>
                <w:b/>
                <w:i/>
              </w:rPr>
              <w:t>r)</w:t>
            </w:r>
            <w:r w:rsidRPr="00DF429C">
              <w:rPr>
                <w:rFonts w:ascii="Architect" w:hAnsi="Architect"/>
              </w:rPr>
              <w:t xml:space="preserve"> = </w:t>
            </w:r>
            <w:r w:rsidRPr="00DF429C">
              <w:rPr>
                <w:rFonts w:ascii="Architect" w:hAnsi="Architect"/>
                <w:b/>
              </w:rPr>
              <w:t>½(2</w:t>
            </w:r>
            <w:r w:rsidRPr="00DF429C">
              <w:rPr>
                <w:rFonts w:ascii="Architect" w:hAnsi="Architect"/>
                <w:b/>
              </w:rPr>
              <w:fldChar w:fldCharType="begin"/>
            </w:r>
            <w:r w:rsidRPr="00DF429C">
              <w:rPr>
                <w:rFonts w:ascii="Architect" w:hAnsi="Architect"/>
                <w:b/>
              </w:rPr>
              <w:instrText xml:space="preserve"> QUOTE </w:instrText>
            </w:r>
            <w:r w:rsidRPr="00DF429C">
              <w:rPr>
                <w:rFonts w:ascii="Architect" w:hAnsi="Architect"/>
              </w:rPr>
              <w:pict>
                <v:shape id="_x0000_i1033" type="#_x0000_t75" style="width:12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1A76&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6F1A76&quot;&gt;&lt;m:oMathPara&gt;&lt;m:oMath&gt;&lt;m:r&gt;&lt;m:rPr&gt;&lt;m:sty m:val=&quot;bi&quot;/&gt;&lt;/m:rPr&gt;&lt;w:rPr&gt;&lt;w:rFonts w:ascii=&quot;Cambria Math&quot; w:h-ansi=&quot;Cambria Math&quot;/&gt;&lt;wx:font wx:val=&quot;Cambria Math&quot;/&gt;&lt;w:b/&gt;&lt;w:i/&gt;&lt;/w:rPr&gt;&lt;m:t&gt;Ï€&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DF429C">
              <w:rPr>
                <w:rFonts w:ascii="Architect" w:hAnsi="Architect"/>
                <w:b/>
              </w:rPr>
              <w:instrText xml:space="preserve"> </w:instrText>
            </w:r>
            <w:r w:rsidRPr="00DF429C">
              <w:rPr>
                <w:rFonts w:ascii="Architect" w:hAnsi="Architect"/>
                <w:b/>
              </w:rPr>
              <w:fldChar w:fldCharType="separate"/>
            </w:r>
            <w:r w:rsidRPr="00DF429C">
              <w:rPr>
                <w:rFonts w:ascii="Architect" w:hAnsi="Architect"/>
              </w:rPr>
              <w:pict>
                <v:shape id="_x0000_i1034" type="#_x0000_t75" style="width:12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1A76&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6F1A76&quot;&gt;&lt;m:oMathPara&gt;&lt;m:oMath&gt;&lt;m:r&gt;&lt;m:rPr&gt;&lt;m:sty m:val=&quot;bi&quot;/&gt;&lt;/m:rPr&gt;&lt;w:rPr&gt;&lt;w:rFonts w:ascii=&quot;Cambria Math&quot; w:h-ansi=&quot;Cambria Math&quot;/&gt;&lt;wx:font wx:val=&quot;Cambria Math&quot;/&gt;&lt;w:b/&gt;&lt;w:i/&gt;&lt;/w:rPr&gt;&lt;m:t&gt;Ï€&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DF429C">
              <w:rPr>
                <w:rFonts w:ascii="Architect" w:hAnsi="Architect"/>
                <w:b/>
              </w:rPr>
              <w:fldChar w:fldCharType="end"/>
            </w:r>
            <w:r w:rsidRPr="00DF429C">
              <w:rPr>
                <w:rFonts w:ascii="Architect" w:hAnsi="Architect"/>
                <w:b/>
                <w:i/>
              </w:rPr>
              <w:t>r</w:t>
            </w:r>
            <w:r w:rsidRPr="00DF429C">
              <w:rPr>
                <w:rFonts w:ascii="Architect" w:hAnsi="Architect"/>
                <w:b/>
              </w:rPr>
              <w:t>)(</w:t>
            </w:r>
            <w:r w:rsidRPr="00DF429C">
              <w:rPr>
                <w:rFonts w:ascii="Architect" w:hAnsi="Architect"/>
                <w:b/>
                <w:i/>
              </w:rPr>
              <w:t>r)</w:t>
            </w:r>
            <w:r w:rsidRPr="00DF429C">
              <w:rPr>
                <w:rFonts w:ascii="Architect" w:hAnsi="Architect"/>
                <w:b/>
              </w:rPr>
              <w:t xml:space="preserve"> </w:t>
            </w:r>
            <w:r w:rsidRPr="00DF429C">
              <w:rPr>
                <w:rFonts w:ascii="Architect" w:hAnsi="Architect"/>
              </w:rPr>
              <w:t xml:space="preserve">= </w:t>
            </w:r>
            <w:r w:rsidRPr="00DF429C">
              <w:rPr>
                <w:rFonts w:ascii="Architect" w:hAnsi="Architect"/>
                <w:b/>
              </w:rPr>
              <w:fldChar w:fldCharType="begin"/>
            </w:r>
            <w:r w:rsidRPr="00DF429C">
              <w:rPr>
                <w:rFonts w:ascii="Architect" w:hAnsi="Architect"/>
                <w:b/>
              </w:rPr>
              <w:instrText xml:space="preserve"> QUOTE </w:instrText>
            </w:r>
            <w:r w:rsidRPr="00DF429C">
              <w:rPr>
                <w:rFonts w:ascii="Architect" w:hAnsi="Architect"/>
              </w:rPr>
              <w:pict>
                <v:shape id="_x0000_i1035" type="#_x0000_t75" style="width:12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B72DB&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2B72DB&quot;&gt;&lt;m:oMathPara&gt;&lt;m:oMath&gt;&lt;m:r&gt;&lt;m:rPr&gt;&lt;m:sty m:val=&quot;bi&quot;/&gt;&lt;/m:rPr&gt;&lt;w:rPr&gt;&lt;w:rFonts w:ascii=&quot;Cambria Math&quot; w:h-ansi=&quot;Cambria Math&quot;/&gt;&lt;wx:font wx:val=&quot;Cambria Math&quot;/&gt;&lt;w:b/&gt;&lt;w:i/&gt;&lt;/w:rPr&gt;&lt;m:t&gt;Ï€&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DF429C">
              <w:rPr>
                <w:rFonts w:ascii="Architect" w:hAnsi="Architect"/>
                <w:b/>
              </w:rPr>
              <w:instrText xml:space="preserve"> </w:instrText>
            </w:r>
            <w:r w:rsidRPr="00DF429C">
              <w:rPr>
                <w:rFonts w:ascii="Architect" w:hAnsi="Architect"/>
                <w:b/>
              </w:rPr>
              <w:fldChar w:fldCharType="separate"/>
            </w:r>
            <w:r w:rsidRPr="00DF429C">
              <w:rPr>
                <w:rFonts w:ascii="Architect" w:hAnsi="Architect"/>
              </w:rPr>
              <w:pict>
                <v:shape id="_x0000_i1036" type="#_x0000_t75" style="width:12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B72DB&quot;/&gt;&lt;wsp:rsid wsp:val=&quot;002C7AFB&quot;/&gt;&lt;wsp:rsid wsp:val=&quot;00382345&quot;/&gt;&lt;wsp:rsid wsp:val=&quot;003950E1&quot;/&gt;&lt;wsp:rsid wsp:val=&quot;003B5EB6&quot;/&gt;&lt;wsp:rsid wsp:val=&quot;003F7D21&quot;/&gt;&lt;wsp:rsid wsp:val=&quot;003F7DC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2B72DB&quot;&gt;&lt;m:oMathPara&gt;&lt;m:oMath&gt;&lt;m:r&gt;&lt;m:rPr&gt;&lt;m:sty m:val=&quot;bi&quot;/&gt;&lt;/m:rPr&gt;&lt;w:rPr&gt;&lt;w:rFonts w:ascii=&quot;Cambria Math&quot; w:h-ansi=&quot;Cambria Math&quot;/&gt;&lt;wx:font wx:val=&quot;Cambria Math&quot;/&gt;&lt;w:b/&gt;&lt;w:i/&gt;&lt;/w:rPr&gt;&lt;m:t&gt;Ï€&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DF429C">
              <w:rPr>
                <w:rFonts w:ascii="Architect" w:hAnsi="Architect"/>
                <w:b/>
              </w:rPr>
              <w:fldChar w:fldCharType="end"/>
            </w:r>
            <w:r w:rsidRPr="00DF429C">
              <w:rPr>
                <w:rFonts w:ascii="Architect" w:hAnsi="Architect"/>
                <w:b/>
                <w:i/>
              </w:rPr>
              <w:t>r</w:t>
            </w:r>
            <w:r w:rsidRPr="00DF429C">
              <w:rPr>
                <w:rFonts w:ascii="Architect" w:hAnsi="Architect"/>
                <w:b/>
                <w:vertAlign w:val="superscript"/>
              </w:rPr>
              <w:t>2</w:t>
            </w:r>
            <w:r w:rsidRPr="00DF429C">
              <w:rPr>
                <w:rFonts w:ascii="Architect" w:hAnsi="Architect"/>
                <w:b/>
              </w:rPr>
              <w:t xml:space="preserve">. </w:t>
            </w:r>
          </w:p>
          <w:p w:rsidR="004C51E6" w:rsidRPr="00DF429C" w:rsidRDefault="004C51E6" w:rsidP="00847E9D">
            <w:pPr>
              <w:pStyle w:val="ListParagraph"/>
              <w:numPr>
                <w:ilvl w:val="0"/>
                <w:numId w:val="2"/>
              </w:numPr>
              <w:rPr>
                <w:rFonts w:ascii="Architect" w:hAnsi="Architect"/>
              </w:rPr>
            </w:pPr>
            <w:r w:rsidRPr="00DF429C">
              <w:rPr>
                <w:rFonts w:ascii="Architect" w:hAnsi="Architect"/>
              </w:rPr>
              <w:t xml:space="preserve">Work through practice exercises to apply the formulas to basic geometric figures, including irregular shapes. </w:t>
            </w:r>
          </w:p>
          <w:p w:rsidR="004C51E6" w:rsidRPr="00DF429C" w:rsidRDefault="004C51E6" w:rsidP="00847E9D">
            <w:pPr>
              <w:pStyle w:val="ListParagraph"/>
              <w:numPr>
                <w:ilvl w:val="0"/>
                <w:numId w:val="2"/>
              </w:numPr>
              <w:rPr>
                <w:rFonts w:ascii="Architect" w:hAnsi="Architect"/>
              </w:rPr>
            </w:pPr>
            <w:r w:rsidRPr="00DF429C">
              <w:rPr>
                <w:rFonts w:ascii="Architect" w:hAnsi="Architect"/>
              </w:rPr>
              <w:t>Debrief and reflect on the math content and processes used in PART 1 Lesson.</w:t>
            </w:r>
          </w:p>
          <w:p w:rsidR="004C51E6" w:rsidRPr="00DF429C" w:rsidRDefault="004C51E6" w:rsidP="00847E9D">
            <w:pPr>
              <w:pStyle w:val="ListParagraph"/>
              <w:ind w:left="765"/>
              <w:rPr>
                <w:rFonts w:ascii="Architect" w:hAnsi="Architect"/>
              </w:rPr>
            </w:pPr>
          </w:p>
          <w:p w:rsidR="004C51E6" w:rsidRPr="00DF429C" w:rsidRDefault="004C51E6" w:rsidP="00F02F99">
            <w:pPr>
              <w:rPr>
                <w:rFonts w:ascii="Architect" w:hAnsi="Architect"/>
              </w:rPr>
            </w:pPr>
          </w:p>
          <w:p w:rsidR="004C51E6" w:rsidRPr="00DF429C" w:rsidRDefault="004C51E6" w:rsidP="00F02F99">
            <w:pPr>
              <w:ind w:firstLine="375"/>
              <w:rPr>
                <w:rFonts w:ascii="Architect" w:hAnsi="Architect"/>
                <w:b/>
              </w:rPr>
            </w:pPr>
            <w:r w:rsidRPr="00DF429C">
              <w:rPr>
                <w:rFonts w:ascii="Architect" w:hAnsi="Architect"/>
                <w:b/>
              </w:rPr>
              <w:t>PART 2: Deriving (Surface) Area formulas for common 3-D shapes (Prisms and Pyramids)</w:t>
            </w:r>
          </w:p>
          <w:p w:rsidR="004C51E6" w:rsidRPr="00DF429C" w:rsidRDefault="004C51E6" w:rsidP="00F02F99">
            <w:pPr>
              <w:pStyle w:val="ListParagraph"/>
              <w:numPr>
                <w:ilvl w:val="0"/>
                <w:numId w:val="2"/>
              </w:numPr>
              <w:rPr>
                <w:rFonts w:ascii="Architect" w:hAnsi="Architect"/>
              </w:rPr>
            </w:pPr>
            <w:r w:rsidRPr="00DF429C">
              <w:rPr>
                <w:rFonts w:ascii="Architect" w:hAnsi="Architect"/>
              </w:rPr>
              <w:t xml:space="preserve">As per surface area formula for the prism, begin by examining the “nets” for different type prisms; observe area patterns and derive the formulas based on pattern observations. For any general right prism, </w:t>
            </w:r>
            <w:smartTag w:uri="urn:schemas-microsoft-com:office:smarttags" w:element="place">
              <w:smartTag w:uri="urn:schemas-microsoft-com:office:smarttags" w:element="country-region">
                <w:r w:rsidRPr="00DF429C">
                  <w:rPr>
                    <w:rFonts w:ascii="Architect" w:hAnsi="Architect"/>
                    <w:b/>
                  </w:rPr>
                  <w:t>S.A.</w:t>
                </w:r>
              </w:smartTag>
            </w:smartTag>
            <w:r w:rsidRPr="00DF429C">
              <w:rPr>
                <w:rFonts w:ascii="Architect" w:hAnsi="Architect"/>
                <w:b/>
              </w:rPr>
              <w:t xml:space="preserve"> = 2</w:t>
            </w:r>
            <w:r w:rsidRPr="00DF429C">
              <w:rPr>
                <w:rFonts w:ascii="Architect" w:hAnsi="Architect"/>
                <w:b/>
                <w:i/>
              </w:rPr>
              <w:t>B</w:t>
            </w:r>
            <w:r w:rsidRPr="00DF429C">
              <w:rPr>
                <w:rFonts w:ascii="Architect" w:hAnsi="Architect"/>
                <w:b/>
              </w:rPr>
              <w:t xml:space="preserve"> + </w:t>
            </w:r>
            <w:r w:rsidRPr="00DF429C">
              <w:rPr>
                <w:rFonts w:ascii="Architect" w:hAnsi="Architect"/>
                <w:b/>
                <w:i/>
              </w:rPr>
              <w:t xml:space="preserve">ph, </w:t>
            </w:r>
            <w:r w:rsidRPr="00DF429C">
              <w:rPr>
                <w:rFonts w:ascii="Architect" w:hAnsi="Architect"/>
              </w:rPr>
              <w:t xml:space="preserve">where </w:t>
            </w:r>
            <w:r w:rsidRPr="00DF429C">
              <w:rPr>
                <w:rFonts w:ascii="Architect" w:hAnsi="Architect"/>
                <w:b/>
                <w:i/>
              </w:rPr>
              <w:t>B</w:t>
            </w:r>
            <w:r w:rsidRPr="00DF429C">
              <w:rPr>
                <w:rFonts w:ascii="Architect" w:hAnsi="Architect"/>
              </w:rPr>
              <w:t xml:space="preserve">=area of base; </w:t>
            </w:r>
            <w:r w:rsidRPr="00DF429C">
              <w:rPr>
                <w:rFonts w:ascii="Architect" w:hAnsi="Architect"/>
                <w:b/>
                <w:i/>
              </w:rPr>
              <w:t>p</w:t>
            </w:r>
            <w:r w:rsidRPr="00DF429C">
              <w:rPr>
                <w:rFonts w:ascii="Architect" w:hAnsi="Architect"/>
              </w:rPr>
              <w:t xml:space="preserve">=perimeter of base; and </w:t>
            </w:r>
            <w:r w:rsidRPr="00DF429C">
              <w:rPr>
                <w:rFonts w:ascii="Architect" w:hAnsi="Architect"/>
                <w:b/>
                <w:i/>
              </w:rPr>
              <w:t>h</w:t>
            </w:r>
            <w:r w:rsidRPr="00DF429C">
              <w:rPr>
                <w:rFonts w:ascii="Architect" w:hAnsi="Architect"/>
              </w:rPr>
              <w:t>=height of prism.</w:t>
            </w:r>
          </w:p>
          <w:p w:rsidR="004C51E6" w:rsidRPr="00DF429C" w:rsidRDefault="004C51E6" w:rsidP="00534145">
            <w:pPr>
              <w:pStyle w:val="ListParagraph"/>
              <w:numPr>
                <w:ilvl w:val="0"/>
                <w:numId w:val="2"/>
              </w:numPr>
              <w:ind w:left="735"/>
              <w:rPr>
                <w:rFonts w:ascii="Architect" w:hAnsi="Architect"/>
              </w:rPr>
            </w:pPr>
            <w:r w:rsidRPr="00DF429C">
              <w:rPr>
                <w:rFonts w:ascii="Architect" w:hAnsi="Architect"/>
              </w:rPr>
              <w:t xml:space="preserve">Apply or transfer the prism formula to the cylinder’s surface area and note similarities/differences. </w:t>
            </w:r>
          </w:p>
          <w:p w:rsidR="004C51E6" w:rsidRPr="00DF429C" w:rsidRDefault="004C51E6" w:rsidP="00534145">
            <w:pPr>
              <w:pStyle w:val="ListParagraph"/>
              <w:numPr>
                <w:ilvl w:val="0"/>
                <w:numId w:val="3"/>
              </w:numPr>
              <w:rPr>
                <w:rFonts w:ascii="Architect" w:hAnsi="Architect"/>
              </w:rPr>
            </w:pPr>
            <w:r w:rsidRPr="00DF429C">
              <w:rPr>
                <w:rFonts w:ascii="Architect" w:hAnsi="Architect"/>
              </w:rPr>
              <w:t>Record all necessary data on the handout.</w:t>
            </w:r>
          </w:p>
          <w:p w:rsidR="004C51E6" w:rsidRPr="00DF429C" w:rsidRDefault="004C51E6" w:rsidP="00534145">
            <w:pPr>
              <w:pStyle w:val="ListParagraph"/>
              <w:numPr>
                <w:ilvl w:val="0"/>
                <w:numId w:val="2"/>
              </w:numPr>
              <w:ind w:hanging="390"/>
              <w:rPr>
                <w:rFonts w:ascii="Architect" w:hAnsi="Architect"/>
              </w:rPr>
            </w:pPr>
            <w:r w:rsidRPr="00DF429C">
              <w:rPr>
                <w:rFonts w:ascii="Architect" w:hAnsi="Architect"/>
              </w:rPr>
              <w:t>As per surface area formula for the pyramid, begin by examining the “nets” for different type pyramids; observe area patterns and derive the formulas based on pattern observations. For any general right pyramid,</w:t>
            </w:r>
          </w:p>
          <w:p w:rsidR="004C51E6" w:rsidRPr="00DF429C" w:rsidRDefault="004C51E6" w:rsidP="00534145">
            <w:pPr>
              <w:pStyle w:val="ListParagraph"/>
              <w:ind w:left="765"/>
              <w:rPr>
                <w:rFonts w:ascii="Architect" w:hAnsi="Architect"/>
              </w:rPr>
            </w:pPr>
            <w:r w:rsidRPr="00DF429C">
              <w:rPr>
                <w:rFonts w:ascii="Architect" w:hAnsi="Architect"/>
                <w:b/>
              </w:rPr>
              <w:t xml:space="preserve">S.A. = </w:t>
            </w:r>
            <w:r w:rsidRPr="00DF429C">
              <w:rPr>
                <w:rFonts w:ascii="Architect" w:hAnsi="Architect"/>
                <w:b/>
                <w:i/>
              </w:rPr>
              <w:t>B</w:t>
            </w:r>
            <w:r w:rsidRPr="00DF429C">
              <w:rPr>
                <w:rFonts w:ascii="Architect" w:hAnsi="Architect"/>
                <w:b/>
              </w:rPr>
              <w:t xml:space="preserve"> + </w:t>
            </w:r>
            <w:r w:rsidRPr="00DF429C">
              <w:rPr>
                <w:rFonts w:ascii="Architect" w:hAnsi="Architect"/>
                <w:b/>
              </w:rPr>
              <w:fldChar w:fldCharType="begin"/>
            </w:r>
            <w:r w:rsidRPr="00DF429C">
              <w:rPr>
                <w:rFonts w:ascii="Architect" w:hAnsi="Architect"/>
                <w:b/>
              </w:rPr>
              <w:instrText xml:space="preserve"> QUOTE </w:instrText>
            </w:r>
            <w:r w:rsidRPr="00DF429C">
              <w:rPr>
                <w:rFonts w:ascii="Architect" w:hAnsi="Architect"/>
              </w:rPr>
              <w:pict>
                <v:shape id="_x0000_i1037" type="#_x0000_t75" style="width:11.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251E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4251EB&quot;&gt;&lt;m:oMathPara&gt;&lt;m:oMath&gt;&lt;m:f&gt;&lt;m:fPr&gt;&lt;m:ctrlPr&gt;&lt;w:rPr&gt;&lt;w:rFonts w:ascii=&quot;Cambria Math&quot; w:h-ansi=&quot;Cambria Math&quot;/&gt;&lt;wx:font wx:val=&quot;Cambria Math&quot;/&gt;&lt;w:b/&gt;&lt;w:i/&gt;&lt;/w:rPr&gt;&lt;/m:ctrlPr&gt;&lt;/m:fPr&gt;&lt;m:num&gt;&lt;m:box&gt;&lt;m:boxPr&gt;&lt;m:ctrlPr&gt;&lt;w:rPr&gt;&lt;w:rFonts w:ascii=&quot;Cambria Math&quot; w:h-ansi=&quot;Cambria Math&quot;/&gt;&lt;wx:font wx:val=&quot;Cambria Math&quot;/&gt;&lt;w:b/&gt;&lt;w:i/&gt;&lt;/w:rPr&gt;&lt;/m:ctrlPr&gt;&lt;/m:boxPr&gt;&lt;m:e&gt;&lt;m:argPr&gt;&lt;m:argSz m:val=&quot;-1&quot;/&gt;&lt;/m:argPr&gt;&lt;m:r&gt;&lt;m:rPr&gt;&lt;m:sty m:val=&quot;bi&quot;/&gt;&lt;/m:rPr&gt;&lt;w:rPr&gt;&lt;w:rFonts w:ascii=&quot;Cambria Math&quot; w:h-ansi=&quot;Cambria Math&quot;/&gt;&lt;wx:font wx:val=&quot;Cambria Math&quot;/&gt;&lt;w:b/&gt;&lt;w:i/&gt;&lt;/w:rPr&gt;&lt;m:t&gt;1&lt;/m:t&gt;&lt;/m:r&gt;&lt;/m:e&gt;&lt;/m:box&gt;&lt;m:r&gt;&lt;m:rPr&gt;&lt;m:sty m:val=&quot;bi&quot;/&gt;&lt;/m:rPr&gt;&lt;w:rPr&gt;&lt;w:rFonts w:ascii=&quot;Cambria Math&quot; w:h-ansi=&quot;Cambria Math&quot;/&gt;&lt;wx:font wx:val=&quot;Cambria Math&quot;/&gt;&lt;w:b/&gt;&lt;w:i/&gt;&lt;/w:rPr&gt;&lt;m:t&gt; &lt;/m:t&gt;&lt;/m:r&gt;&lt;/m:num&gt;&lt;m:den&gt;&lt;m:r&gt;&lt;m:rPr&gt;&lt;m:sty m:val=&quot;bi&quot;/&gt;&lt;/m:rPr&gt;&lt;w:rPr&gt;&lt;w:rFonts w:ascii=&quot;Cambria Math&quot; w:h-ansi=&quot;Cambria Math&quot;/&gt;&lt;wx:font wx:val=&quot;Cambria Math&quot;/&gt;&lt;w:b/&gt;&lt;w:i/&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 o:title="" chromakey="white"/>
                </v:shape>
              </w:pict>
            </w:r>
            <w:r w:rsidRPr="00DF429C">
              <w:rPr>
                <w:rFonts w:ascii="Architect" w:hAnsi="Architect"/>
                <w:b/>
              </w:rPr>
              <w:instrText xml:space="preserve"> </w:instrText>
            </w:r>
            <w:r w:rsidRPr="00DF429C">
              <w:rPr>
                <w:rFonts w:ascii="Architect" w:hAnsi="Architect"/>
                <w:b/>
              </w:rPr>
              <w:fldChar w:fldCharType="separate"/>
            </w:r>
            <w:r w:rsidRPr="00DF429C">
              <w:rPr>
                <w:rFonts w:ascii="Architect" w:hAnsi="Architect"/>
              </w:rPr>
              <w:pict>
                <v:shape id="_x0000_i1038" type="#_x0000_t75" style="width:11.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1347B&quot;/&gt;&lt;wsp:rsid wsp:val=&quot;00040E28&quot;/&gt;&lt;wsp:rsid wsp:val=&quot;00065954&quot;/&gt;&lt;wsp:rsid wsp:val=&quot;00080CBF&quot;/&gt;&lt;wsp:rsid wsp:val=&quot;00090EEE&quot;/&gt;&lt;wsp:rsid wsp:val=&quot;000923E7&quot;/&gt;&lt;wsp:rsid wsp:val=&quot;00095BD9&quot;/&gt;&lt;wsp:rsid wsp:val=&quot;000C50C0&quot;/&gt;&lt;wsp:rsid wsp:val=&quot;000D19AB&quot;/&gt;&lt;wsp:rsid wsp:val=&quot;000D2639&quot;/&gt;&lt;wsp:rsid wsp:val=&quot;001336D9&quot;/&gt;&lt;wsp:rsid wsp:val=&quot;00147CC7&quot;/&gt;&lt;wsp:rsid wsp:val=&quot;00171C66&quot;/&gt;&lt;wsp:rsid wsp:val=&quot;00187AD1&quot;/&gt;&lt;wsp:rsid wsp:val=&quot;001B2E5B&quot;/&gt;&lt;wsp:rsid wsp:val=&quot;001D7AD0&quot;/&gt;&lt;wsp:rsid wsp:val=&quot;001E770D&quot;/&gt;&lt;wsp:rsid wsp:val=&quot;00205575&quot;/&gt;&lt;wsp:rsid wsp:val=&quot;00231C31&quot;/&gt;&lt;wsp:rsid wsp:val=&quot;00281995&quot;/&gt;&lt;wsp:rsid wsp:val=&quot;00290D5C&quot;/&gt;&lt;wsp:rsid wsp:val=&quot;002B0BAD&quot;/&gt;&lt;wsp:rsid wsp:val=&quot;002C7AFB&quot;/&gt;&lt;wsp:rsid wsp:val=&quot;00382345&quot;/&gt;&lt;wsp:rsid wsp:val=&quot;003950E1&quot;/&gt;&lt;wsp:rsid wsp:val=&quot;003B5EB6&quot;/&gt;&lt;wsp:rsid wsp:val=&quot;003F7D21&quot;/&gt;&lt;wsp:rsid wsp:val=&quot;003F7DCB&quot;/&gt;&lt;wsp:rsid wsp:val=&quot;004251EB&quot;/&gt;&lt;wsp:rsid wsp:val=&quot;00432761&quot;/&gt;&lt;wsp:rsid wsp:val=&quot;00435AC2&quot;/&gt;&lt;wsp:rsid wsp:val=&quot;00435DF6&quot;/&gt;&lt;wsp:rsid wsp:val=&quot;004465D4&quot;/&gt;&lt;wsp:rsid wsp:val=&quot;00461A6B&quot;/&gt;&lt;wsp:rsid wsp:val=&quot;00463052&quot;/&gt;&lt;wsp:rsid wsp:val=&quot;00484CD8&quot;/&gt;&lt;wsp:rsid wsp:val=&quot;004D55E3&quot;/&gt;&lt;wsp:rsid wsp:val=&quot;004E569D&quot;/&gt;&lt;wsp:rsid wsp:val=&quot;00502988&quot;/&gt;&lt;wsp:rsid wsp:val=&quot;00534145&quot;/&gt;&lt;wsp:rsid wsp:val=&quot;00541A83&quot;/&gt;&lt;wsp:rsid wsp:val=&quot;00571FCD&quot;/&gt;&lt;wsp:rsid wsp:val=&quot;00580087&quot;/&gt;&lt;wsp:rsid wsp:val=&quot;005A6815&quot;/&gt;&lt;wsp:rsid wsp:val=&quot;005B192B&quot;/&gt;&lt;wsp:rsid wsp:val=&quot;005C0466&quot;/&gt;&lt;wsp:rsid wsp:val=&quot;005E51EE&quot;/&gt;&lt;wsp:rsid wsp:val=&quot;005E62D8&quot;/&gt;&lt;wsp:rsid wsp:val=&quot;005F5AF1&quot;/&gt;&lt;wsp:rsid wsp:val=&quot;00623BC0&quot;/&gt;&lt;wsp:rsid wsp:val=&quot;006345D4&quot;/&gt;&lt;wsp:rsid wsp:val=&quot;00641F54&quot;/&gt;&lt;wsp:rsid wsp:val=&quot;00674A81&quot;/&gt;&lt;wsp:rsid wsp:val=&quot;00685A4C&quot;/&gt;&lt;wsp:rsid wsp:val=&quot;006A13A3&quot;/&gt;&lt;wsp:rsid wsp:val=&quot;006A4427&quot;/&gt;&lt;wsp:rsid wsp:val=&quot;006C355A&quot;/&gt;&lt;wsp:rsid wsp:val=&quot;006C386D&quot;/&gt;&lt;wsp:rsid wsp:val=&quot;006D65DE&quot;/&gt;&lt;wsp:rsid wsp:val=&quot;006E5701&quot;/&gt;&lt;wsp:rsid wsp:val=&quot;006F31BC&quot;/&gt;&lt;wsp:rsid wsp:val=&quot;007440D6&quot;/&gt;&lt;wsp:rsid wsp:val=&quot;00777137&quot;/&gt;&lt;wsp:rsid wsp:val=&quot;007D5A15&quot;/&gt;&lt;wsp:rsid wsp:val=&quot;007D7AFD&quot;/&gt;&lt;wsp:rsid wsp:val=&quot;00823337&quot;/&gt;&lt;wsp:rsid wsp:val=&quot;00836CA0&quot;/&gt;&lt;wsp:rsid wsp:val=&quot;00847E9D&quot;/&gt;&lt;wsp:rsid wsp:val=&quot;00860FC0&quot;/&gt;&lt;wsp:rsid wsp:val=&quot;00871AA5&quot;/&gt;&lt;wsp:rsid wsp:val=&quot;008A3EDA&quot;/&gt;&lt;wsp:rsid wsp:val=&quot;00906E94&quot;/&gt;&lt;wsp:rsid wsp:val=&quot;00986AE5&quot;/&gt;&lt;wsp:rsid wsp:val=&quot;00990766&quot;/&gt;&lt;wsp:rsid wsp:val=&quot;009D4772&quot;/&gt;&lt;wsp:rsid wsp:val=&quot;00A130BB&quot;/&gt;&lt;wsp:rsid wsp:val=&quot;00A406EF&quot;/&gt;&lt;wsp:rsid wsp:val=&quot;00A461C9&quot;/&gt;&lt;wsp:rsid wsp:val=&quot;00A473D6&quot;/&gt;&lt;wsp:rsid wsp:val=&quot;00A51B14&quot;/&gt;&lt;wsp:rsid wsp:val=&quot;00AA72BA&quot;/&gt;&lt;wsp:rsid wsp:val=&quot;00AB31CD&quot;/&gt;&lt;wsp:rsid wsp:val=&quot;00AC7A4C&quot;/&gt;&lt;wsp:rsid wsp:val=&quot;00B01128&quot;/&gt;&lt;wsp:rsid wsp:val=&quot;00B169CF&quot;/&gt;&lt;wsp:rsid wsp:val=&quot;00B248AF&quot;/&gt;&lt;wsp:rsid wsp:val=&quot;00B428C5&quot;/&gt;&lt;wsp:rsid wsp:val=&quot;00B53168&quot;/&gt;&lt;wsp:rsid wsp:val=&quot;00B610F9&quot;/&gt;&lt;wsp:rsid wsp:val=&quot;00B811E2&quot;/&gt;&lt;wsp:rsid wsp:val=&quot;00B92242&quot;/&gt;&lt;wsp:rsid wsp:val=&quot;00B95F3A&quot;/&gt;&lt;wsp:rsid wsp:val=&quot;00BA0F9A&quot;/&gt;&lt;wsp:rsid wsp:val=&quot;00BC03AB&quot;/&gt;&lt;wsp:rsid wsp:val=&quot;00BE57FB&quot;/&gt;&lt;wsp:rsid wsp:val=&quot;00C071B2&quot;/&gt;&lt;wsp:rsid wsp:val=&quot;00C0725C&quot;/&gt;&lt;wsp:rsid wsp:val=&quot;00C15D46&quot;/&gt;&lt;wsp:rsid wsp:val=&quot;00C5209E&quot;/&gt;&lt;wsp:rsid wsp:val=&quot;00C558AB&quot;/&gt;&lt;wsp:rsid wsp:val=&quot;00CA1BEC&quot;/&gt;&lt;wsp:rsid wsp:val=&quot;00CB5C20&quot;/&gt;&lt;wsp:rsid wsp:val=&quot;00CC741A&quot;/&gt;&lt;wsp:rsid wsp:val=&quot;00CD4619&quot;/&gt;&lt;wsp:rsid wsp:val=&quot;00D24C32&quot;/&gt;&lt;wsp:rsid wsp:val=&quot;00D33DD3&quot;/&gt;&lt;wsp:rsid wsp:val=&quot;00D4044D&quot;/&gt;&lt;wsp:rsid wsp:val=&quot;00D5360F&quot;/&gt;&lt;wsp:rsid wsp:val=&quot;00D6054C&quot;/&gt;&lt;wsp:rsid wsp:val=&quot;00DA0D6D&quot;/&gt;&lt;wsp:rsid wsp:val=&quot;00DB5B5A&quot;/&gt;&lt;wsp:rsid wsp:val=&quot;00DF3C87&quot;/&gt;&lt;wsp:rsid wsp:val=&quot;00DF55FD&quot;/&gt;&lt;wsp:rsid wsp:val=&quot;00E82116&quot;/&gt;&lt;wsp:rsid wsp:val=&quot;00E96926&quot;/&gt;&lt;wsp:rsid wsp:val=&quot;00EC4345&quot;/&gt;&lt;wsp:rsid wsp:val=&quot;00ED32EE&quot;/&gt;&lt;wsp:rsid wsp:val=&quot;00EE4F3E&quot;/&gt;&lt;wsp:rsid wsp:val=&quot;00F02F99&quot;/&gt;&lt;wsp:rsid wsp:val=&quot;00F60784&quot;/&gt;&lt;wsp:rsid wsp:val=&quot;00F77E5C&quot;/&gt;&lt;wsp:rsid wsp:val=&quot;00F939BC&quot;/&gt;&lt;wsp:rsid wsp:val=&quot;00F95DD3&quot;/&gt;&lt;wsp:rsid wsp:val=&quot;00FD65C4&quot;/&gt;&lt;wsp:rsid wsp:val=&quot;00FE001A&quot;/&gt;&lt;/wsp:rsids&gt;&lt;/w:docPr&gt;&lt;w:body&gt;&lt;w:p wsp:rsidR=&quot;00000000&quot; wsp:rsidRDefault=&quot;004251EB&quot;&gt;&lt;m:oMathPara&gt;&lt;m:oMath&gt;&lt;m:f&gt;&lt;m:fPr&gt;&lt;m:ctrlPr&gt;&lt;w:rPr&gt;&lt;w:rFonts w:ascii=&quot;Cambria Math&quot; w:h-ansi=&quot;Cambria Math&quot;/&gt;&lt;wx:font wx:val=&quot;Cambria Math&quot;/&gt;&lt;w:b/&gt;&lt;w:i/&gt;&lt;/w:rPr&gt;&lt;/m:ctrlPr&gt;&lt;/m:fPr&gt;&lt;m:num&gt;&lt;m:box&gt;&lt;m:boxPr&gt;&lt;m:ctrlPr&gt;&lt;w:rPr&gt;&lt;w:rFonts w:ascii=&quot;Cambria Math&quot; w:h-ansi=&quot;Cambria Math&quot;/&gt;&lt;wx:font wx:val=&quot;Cambria Math&quot;/&gt;&lt;w:b/&gt;&lt;w:i/&gt;&lt;/w:rPr&gt;&lt;/m:ctrlPr&gt;&lt;/m:boxPr&gt;&lt;m:e&gt;&lt;m:argPr&gt;&lt;m:argSz m:val=&quot;-1&quot;/&gt;&lt;/m:argPr&gt;&lt;m:r&gt;&lt;m:rPr&gt;&lt;m:sty m:val=&quot;bi&quot;/&gt;&lt;/m:rPr&gt;&lt;w:rPr&gt;&lt;w:rFonts w:ascii=&quot;Cambria Math&quot; w:h-ansi=&quot;Cambria Math&quot;/&gt;&lt;wx:font wx:val=&quot;Cambria Math&quot;/&gt;&lt;w:b/&gt;&lt;w:i/&gt;&lt;/w:rPr&gt;&lt;m:t&gt;1&lt;/m:t&gt;&lt;/m:r&gt;&lt;/m:e&gt;&lt;/m:box&gt;&lt;m:r&gt;&lt;m:rPr&gt;&lt;m:sty m:val=&quot;bi&quot;/&gt;&lt;/m:rPr&gt;&lt;w:rPr&gt;&lt;w:rFonts w:ascii=&quot;Cambria Math&quot; w:h-ansi=&quot;Cambria Math&quot;/&gt;&lt;wx:font wx:val=&quot;Cambria Math&quot;/&gt;&lt;w:b/&gt;&lt;w:i/&gt;&lt;/w:rPr&gt;&lt;m:t&gt; &lt;/m:t&gt;&lt;/m:r&gt;&lt;/m:num&gt;&lt;m:den&gt;&lt;m:r&gt;&lt;m:rPr&gt;&lt;m:sty m:val=&quot;bi&quot;/&gt;&lt;/m:rPr&gt;&lt;w:rPr&gt;&lt;w:rFonts w:ascii=&quot;Cambria Math&quot; w:h-ansi=&quot;Cambria Math&quot;/&gt;&lt;wx:font wx:val=&quot;Cambria Math&quot;/&gt;&lt;w:b/&gt;&lt;w:i/&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 o:title="" chromakey="white"/>
                </v:shape>
              </w:pict>
            </w:r>
            <w:r w:rsidRPr="00DF429C">
              <w:rPr>
                <w:rFonts w:ascii="Architect" w:hAnsi="Architect"/>
                <w:b/>
              </w:rPr>
              <w:fldChar w:fldCharType="end"/>
            </w:r>
            <w:r w:rsidRPr="00DF429C">
              <w:rPr>
                <w:rFonts w:ascii="Architect" w:hAnsi="Architect"/>
                <w:b/>
                <w:i/>
              </w:rPr>
              <w:t xml:space="preserve">pl, </w:t>
            </w:r>
            <w:r w:rsidRPr="00DF429C">
              <w:rPr>
                <w:rFonts w:ascii="Architect" w:hAnsi="Architect"/>
              </w:rPr>
              <w:t xml:space="preserve">where </w:t>
            </w:r>
            <w:r w:rsidRPr="00DF429C">
              <w:rPr>
                <w:rFonts w:ascii="Architect" w:hAnsi="Architect"/>
                <w:b/>
                <w:i/>
              </w:rPr>
              <w:t>B</w:t>
            </w:r>
            <w:r w:rsidRPr="00DF429C">
              <w:rPr>
                <w:rFonts w:ascii="Architect" w:hAnsi="Architect"/>
              </w:rPr>
              <w:t xml:space="preserve">=area of base; </w:t>
            </w:r>
            <w:r w:rsidRPr="00DF429C">
              <w:rPr>
                <w:rFonts w:ascii="Architect" w:hAnsi="Architect"/>
                <w:b/>
                <w:i/>
              </w:rPr>
              <w:t>p</w:t>
            </w:r>
            <w:r w:rsidRPr="00DF429C">
              <w:rPr>
                <w:rFonts w:ascii="Architect" w:hAnsi="Architect"/>
              </w:rPr>
              <w:t xml:space="preserve">=perimeter of base; and </w:t>
            </w:r>
            <w:r w:rsidRPr="00DF429C">
              <w:rPr>
                <w:rFonts w:ascii="Architect" w:hAnsi="Architect"/>
                <w:b/>
                <w:i/>
              </w:rPr>
              <w:t>l</w:t>
            </w:r>
            <w:r w:rsidRPr="00DF429C">
              <w:rPr>
                <w:rFonts w:ascii="Architect" w:hAnsi="Architect"/>
              </w:rPr>
              <w:t>= (slant) height of each triangular face (not the height of the pyramid itself).</w:t>
            </w:r>
          </w:p>
          <w:p w:rsidR="004C51E6" w:rsidRPr="00DF429C" w:rsidRDefault="004C51E6" w:rsidP="00534145">
            <w:pPr>
              <w:pStyle w:val="ListParagraph"/>
              <w:numPr>
                <w:ilvl w:val="0"/>
                <w:numId w:val="2"/>
              </w:numPr>
              <w:rPr>
                <w:rFonts w:ascii="Architect" w:hAnsi="Architect"/>
              </w:rPr>
            </w:pPr>
            <w:r w:rsidRPr="00DF429C">
              <w:rPr>
                <w:rFonts w:ascii="Architect" w:hAnsi="Architect"/>
              </w:rPr>
              <w:t xml:space="preserve">Apply or transfer the pyramid’s formula to the cone’s surface area and note similarities/differences. </w:t>
            </w:r>
          </w:p>
          <w:p w:rsidR="004C51E6" w:rsidRPr="00DF429C" w:rsidRDefault="004C51E6" w:rsidP="00534145">
            <w:pPr>
              <w:pStyle w:val="ListParagraph"/>
              <w:numPr>
                <w:ilvl w:val="0"/>
                <w:numId w:val="3"/>
              </w:numPr>
              <w:rPr>
                <w:rFonts w:ascii="Architect" w:hAnsi="Architect"/>
              </w:rPr>
            </w:pPr>
            <w:r w:rsidRPr="00DF429C">
              <w:rPr>
                <w:rFonts w:ascii="Architect" w:hAnsi="Architect"/>
              </w:rPr>
              <w:t>Record all necessary data on the handout.</w:t>
            </w:r>
          </w:p>
          <w:p w:rsidR="004C51E6" w:rsidRPr="00DF429C" w:rsidRDefault="004C51E6" w:rsidP="00534145">
            <w:pPr>
              <w:pStyle w:val="ListParagraph"/>
              <w:numPr>
                <w:ilvl w:val="0"/>
                <w:numId w:val="2"/>
              </w:numPr>
              <w:rPr>
                <w:rFonts w:ascii="Architect" w:hAnsi="Architect"/>
              </w:rPr>
            </w:pPr>
            <w:r w:rsidRPr="00DF429C">
              <w:rPr>
                <w:rFonts w:ascii="Architect" w:hAnsi="Architect"/>
              </w:rPr>
              <w:t xml:space="preserve">Work through practice exercises to apply the formulas to basic geometric figures, including irregular shapes. </w:t>
            </w:r>
          </w:p>
          <w:p w:rsidR="004C51E6" w:rsidRPr="00DF429C" w:rsidRDefault="004C51E6" w:rsidP="00534145">
            <w:pPr>
              <w:pStyle w:val="ListParagraph"/>
              <w:numPr>
                <w:ilvl w:val="0"/>
                <w:numId w:val="2"/>
              </w:numPr>
              <w:rPr>
                <w:rFonts w:ascii="Architect" w:hAnsi="Architect"/>
              </w:rPr>
            </w:pPr>
            <w:r w:rsidRPr="00DF429C">
              <w:rPr>
                <w:rFonts w:ascii="Architect" w:hAnsi="Architect"/>
              </w:rPr>
              <w:t>Debrief and reflect on the math content and processes used in PART 2 Lesson.</w:t>
            </w:r>
          </w:p>
          <w:p w:rsidR="004C51E6" w:rsidRPr="00DF429C" w:rsidRDefault="004C51E6" w:rsidP="00534145">
            <w:pPr>
              <w:pStyle w:val="ListParagraph"/>
              <w:ind w:left="765"/>
              <w:rPr>
                <w:rFonts w:ascii="Architect" w:hAnsi="Architect"/>
              </w:rPr>
            </w:pPr>
          </w:p>
          <w:p w:rsidR="004C51E6" w:rsidRPr="00DF429C" w:rsidRDefault="004C51E6" w:rsidP="00534145">
            <w:pPr>
              <w:pStyle w:val="ListParagraph"/>
              <w:ind w:left="765"/>
              <w:rPr>
                <w:rFonts w:ascii="Architect" w:hAnsi="Architect"/>
              </w:rPr>
            </w:pPr>
          </w:p>
          <w:p w:rsidR="004C51E6" w:rsidRPr="00DF429C" w:rsidRDefault="004C51E6" w:rsidP="00F60784">
            <w:pPr>
              <w:pStyle w:val="BodyText"/>
              <w:spacing w:line="240" w:lineRule="auto"/>
              <w:ind w:firstLine="375"/>
              <w:rPr>
                <w:rFonts w:ascii="Architect" w:hAnsi="Architect"/>
                <w:b/>
                <w:sz w:val="24"/>
                <w:szCs w:val="24"/>
              </w:rPr>
            </w:pPr>
            <w:r w:rsidRPr="00DF429C">
              <w:rPr>
                <w:rFonts w:ascii="Architect" w:hAnsi="Architect"/>
                <w:b/>
                <w:sz w:val="24"/>
                <w:szCs w:val="24"/>
              </w:rPr>
              <w:t>Hands-on/Minds-on Activities (refer also to PART 1 and PART 2 above):</w:t>
            </w:r>
          </w:p>
          <w:p w:rsidR="004C51E6" w:rsidRPr="00DF429C" w:rsidRDefault="004C51E6" w:rsidP="00F60784">
            <w:pPr>
              <w:pStyle w:val="BodyText"/>
              <w:spacing w:line="240" w:lineRule="auto"/>
              <w:ind w:firstLine="375"/>
              <w:rPr>
                <w:rFonts w:ascii="Architect" w:hAnsi="Architect"/>
                <w:sz w:val="20"/>
              </w:rPr>
            </w:pPr>
            <w:r w:rsidRPr="00DF429C">
              <w:rPr>
                <w:rFonts w:ascii="Architect" w:hAnsi="Architect"/>
                <w:sz w:val="20"/>
              </w:rPr>
              <w:t>1. Making different geometric (2-D) shapes on the geoboard; determining measurement attributes of     each.</w:t>
            </w:r>
          </w:p>
          <w:p w:rsidR="004C51E6" w:rsidRPr="00DF429C" w:rsidRDefault="004C51E6" w:rsidP="00F60784">
            <w:pPr>
              <w:pStyle w:val="BodyText"/>
              <w:spacing w:line="240" w:lineRule="auto"/>
              <w:ind w:firstLine="375"/>
              <w:rPr>
                <w:rFonts w:ascii="Architect" w:hAnsi="Architect"/>
                <w:sz w:val="20"/>
              </w:rPr>
            </w:pPr>
            <w:r w:rsidRPr="00DF429C">
              <w:rPr>
                <w:rFonts w:ascii="Architect" w:hAnsi="Architect"/>
                <w:sz w:val="20"/>
              </w:rPr>
              <w:t>2. Measuring circular objects; determining measurement attributes of each.</w:t>
            </w:r>
          </w:p>
          <w:p w:rsidR="004C51E6" w:rsidRPr="00DF429C" w:rsidRDefault="004C51E6" w:rsidP="00F60784">
            <w:pPr>
              <w:pStyle w:val="BodyText"/>
              <w:spacing w:line="240" w:lineRule="auto"/>
              <w:ind w:firstLine="375"/>
              <w:rPr>
                <w:rFonts w:ascii="Architect" w:hAnsi="Architect"/>
                <w:sz w:val="20"/>
              </w:rPr>
            </w:pPr>
            <w:r w:rsidRPr="00DF429C">
              <w:rPr>
                <w:rFonts w:ascii="Architect" w:hAnsi="Architect"/>
                <w:sz w:val="20"/>
              </w:rPr>
              <w:t>3. Data collection of measurement attributes (e.g., length, width) for different shapes.</w:t>
            </w:r>
          </w:p>
          <w:p w:rsidR="004C51E6" w:rsidRPr="00DF429C" w:rsidRDefault="004C51E6" w:rsidP="00F60784">
            <w:pPr>
              <w:pStyle w:val="BodyText"/>
              <w:spacing w:line="240" w:lineRule="auto"/>
              <w:ind w:firstLine="375"/>
              <w:rPr>
                <w:rFonts w:ascii="Architect" w:hAnsi="Architect"/>
                <w:sz w:val="20"/>
              </w:rPr>
            </w:pPr>
            <w:r w:rsidRPr="00DF429C">
              <w:rPr>
                <w:rFonts w:ascii="Architect" w:hAnsi="Architect"/>
                <w:sz w:val="20"/>
              </w:rPr>
              <w:t>4. Determining patterns that appear in the data from the entire group.</w:t>
            </w:r>
          </w:p>
          <w:p w:rsidR="004C51E6" w:rsidRPr="00DF429C" w:rsidRDefault="004C51E6" w:rsidP="00F60784">
            <w:pPr>
              <w:pStyle w:val="BodyText"/>
              <w:spacing w:line="240" w:lineRule="auto"/>
              <w:ind w:firstLine="375"/>
              <w:rPr>
                <w:rFonts w:ascii="Architect" w:hAnsi="Architect"/>
                <w:sz w:val="20"/>
              </w:rPr>
            </w:pPr>
            <w:r w:rsidRPr="00DF429C">
              <w:rPr>
                <w:rFonts w:ascii="Architect" w:hAnsi="Architect"/>
                <w:sz w:val="20"/>
              </w:rPr>
              <w:t>5. Drawing conjectures about the observed patterns in the data that relate to the measurement formulas.</w:t>
            </w:r>
          </w:p>
          <w:p w:rsidR="004C51E6" w:rsidRPr="00DF429C" w:rsidRDefault="004C51E6" w:rsidP="00F60784">
            <w:pPr>
              <w:pStyle w:val="BodyText"/>
              <w:spacing w:line="240" w:lineRule="auto"/>
              <w:ind w:firstLine="375"/>
              <w:rPr>
                <w:rFonts w:ascii="Architect" w:hAnsi="Architect"/>
                <w:sz w:val="20"/>
              </w:rPr>
            </w:pPr>
          </w:p>
          <w:p w:rsidR="004C51E6" w:rsidRPr="00DF429C" w:rsidRDefault="004C51E6" w:rsidP="00F60784">
            <w:pPr>
              <w:pStyle w:val="BodyText"/>
              <w:spacing w:line="240" w:lineRule="auto"/>
              <w:ind w:firstLine="375"/>
              <w:rPr>
                <w:rFonts w:ascii="Architect" w:hAnsi="Architect"/>
                <w:sz w:val="24"/>
                <w:szCs w:val="24"/>
              </w:rPr>
            </w:pPr>
          </w:p>
          <w:p w:rsidR="004C51E6" w:rsidRDefault="004C51E6" w:rsidP="00F60784">
            <w:pPr>
              <w:pStyle w:val="BodyText"/>
              <w:spacing w:line="240" w:lineRule="auto"/>
              <w:ind w:firstLine="375"/>
              <w:rPr>
                <w:rFonts w:ascii="Architect" w:hAnsi="Architect"/>
                <w:b/>
                <w:sz w:val="24"/>
                <w:szCs w:val="24"/>
              </w:rPr>
            </w:pPr>
          </w:p>
          <w:p w:rsidR="004C51E6" w:rsidRDefault="004C51E6" w:rsidP="00F60784">
            <w:pPr>
              <w:pStyle w:val="BodyText"/>
              <w:spacing w:line="240" w:lineRule="auto"/>
              <w:ind w:firstLine="375"/>
              <w:rPr>
                <w:rFonts w:ascii="Architect" w:hAnsi="Architect"/>
                <w:b/>
                <w:sz w:val="24"/>
                <w:szCs w:val="24"/>
              </w:rPr>
            </w:pPr>
          </w:p>
          <w:p w:rsidR="004C51E6" w:rsidRDefault="004C51E6" w:rsidP="00F60784">
            <w:pPr>
              <w:pStyle w:val="BodyText"/>
              <w:spacing w:line="240" w:lineRule="auto"/>
              <w:ind w:firstLine="375"/>
              <w:rPr>
                <w:rFonts w:ascii="Architect" w:hAnsi="Architect"/>
                <w:b/>
                <w:sz w:val="24"/>
                <w:szCs w:val="24"/>
              </w:rPr>
            </w:pPr>
          </w:p>
          <w:p w:rsidR="004C51E6" w:rsidRDefault="004C51E6" w:rsidP="00F60784">
            <w:pPr>
              <w:pStyle w:val="BodyText"/>
              <w:spacing w:line="240" w:lineRule="auto"/>
              <w:ind w:firstLine="375"/>
              <w:rPr>
                <w:rFonts w:ascii="Architect" w:hAnsi="Architect"/>
                <w:b/>
                <w:sz w:val="24"/>
                <w:szCs w:val="24"/>
              </w:rPr>
            </w:pPr>
          </w:p>
          <w:p w:rsidR="004C51E6" w:rsidRDefault="004C51E6" w:rsidP="00F60784">
            <w:pPr>
              <w:pStyle w:val="BodyText"/>
              <w:spacing w:line="240" w:lineRule="auto"/>
              <w:ind w:firstLine="375"/>
              <w:rPr>
                <w:rFonts w:ascii="Architect" w:hAnsi="Architect"/>
                <w:b/>
                <w:sz w:val="24"/>
                <w:szCs w:val="24"/>
              </w:rPr>
            </w:pPr>
          </w:p>
          <w:p w:rsidR="004C51E6" w:rsidRPr="00DF429C" w:rsidRDefault="004C51E6" w:rsidP="00F60784">
            <w:pPr>
              <w:pStyle w:val="BodyText"/>
              <w:spacing w:line="240" w:lineRule="auto"/>
              <w:ind w:firstLine="375"/>
              <w:rPr>
                <w:rFonts w:ascii="Architect" w:hAnsi="Architect"/>
                <w:b/>
                <w:sz w:val="24"/>
                <w:szCs w:val="24"/>
              </w:rPr>
            </w:pPr>
            <w:r w:rsidRPr="00DF429C">
              <w:rPr>
                <w:rFonts w:ascii="Architect" w:hAnsi="Architect"/>
                <w:b/>
                <w:sz w:val="24"/>
                <w:szCs w:val="24"/>
              </w:rPr>
              <w:t>Big-Idea Questions include:</w:t>
            </w:r>
          </w:p>
          <w:p w:rsidR="004C51E6" w:rsidRPr="00DF429C" w:rsidRDefault="004C51E6" w:rsidP="00F60784">
            <w:pPr>
              <w:pStyle w:val="BodyText"/>
              <w:spacing w:line="240" w:lineRule="auto"/>
              <w:ind w:firstLine="375"/>
              <w:rPr>
                <w:rFonts w:ascii="Architect" w:hAnsi="Architect"/>
                <w:sz w:val="24"/>
                <w:szCs w:val="24"/>
              </w:rPr>
            </w:pPr>
            <w:r w:rsidRPr="00DF429C">
              <w:rPr>
                <w:rFonts w:ascii="Architect" w:hAnsi="Architect"/>
                <w:sz w:val="24"/>
                <w:szCs w:val="24"/>
              </w:rPr>
              <w:t>1. Where do the perimeter &amp; area formulas come from?</w:t>
            </w:r>
          </w:p>
          <w:p w:rsidR="004C51E6" w:rsidRPr="00DF429C" w:rsidRDefault="004C51E6" w:rsidP="00F60784">
            <w:pPr>
              <w:pStyle w:val="BodyText"/>
              <w:spacing w:line="240" w:lineRule="auto"/>
              <w:ind w:firstLine="375"/>
              <w:rPr>
                <w:rFonts w:ascii="Architect" w:hAnsi="Architect"/>
                <w:sz w:val="24"/>
                <w:szCs w:val="24"/>
              </w:rPr>
            </w:pPr>
            <w:r w:rsidRPr="00DF429C">
              <w:rPr>
                <w:rFonts w:ascii="Architect" w:hAnsi="Architect"/>
                <w:sz w:val="24"/>
                <w:szCs w:val="24"/>
              </w:rPr>
              <w:t>2. How do the formulas of different shapes relate to each other?</w:t>
            </w:r>
          </w:p>
          <w:p w:rsidR="004C51E6" w:rsidRPr="00DF429C" w:rsidRDefault="004C51E6" w:rsidP="00435AC2">
            <w:pPr>
              <w:pStyle w:val="BodyText"/>
              <w:spacing w:line="240" w:lineRule="auto"/>
              <w:ind w:left="720"/>
              <w:rPr>
                <w:rFonts w:ascii="Architect" w:hAnsi="Architect"/>
                <w:sz w:val="24"/>
                <w:szCs w:val="24"/>
              </w:rPr>
            </w:pPr>
          </w:p>
          <w:p w:rsidR="004C51E6" w:rsidRPr="00DF429C" w:rsidRDefault="004C51E6" w:rsidP="00435AC2">
            <w:pPr>
              <w:pStyle w:val="BodyText"/>
              <w:spacing w:line="240" w:lineRule="auto"/>
              <w:ind w:left="720" w:hanging="345"/>
              <w:rPr>
                <w:rFonts w:ascii="Architect" w:hAnsi="Architect"/>
                <w:b/>
                <w:sz w:val="24"/>
                <w:szCs w:val="24"/>
              </w:rPr>
            </w:pPr>
            <w:r w:rsidRPr="00DF429C">
              <w:rPr>
                <w:rFonts w:ascii="Architect" w:hAnsi="Architect"/>
                <w:b/>
                <w:sz w:val="24"/>
                <w:szCs w:val="24"/>
              </w:rPr>
              <w:t>At-Home Exploration:</w:t>
            </w:r>
          </w:p>
          <w:p w:rsidR="004C51E6" w:rsidRPr="00DF429C" w:rsidRDefault="004C51E6" w:rsidP="00435AC2">
            <w:pPr>
              <w:pStyle w:val="BodyText"/>
              <w:spacing w:line="240" w:lineRule="auto"/>
              <w:ind w:left="720" w:hanging="345"/>
              <w:rPr>
                <w:rFonts w:ascii="Architect" w:hAnsi="Architect"/>
                <w:sz w:val="24"/>
                <w:szCs w:val="24"/>
              </w:rPr>
            </w:pPr>
            <w:r w:rsidRPr="00DF429C">
              <w:rPr>
                <w:rFonts w:ascii="Architect" w:hAnsi="Architect"/>
                <w:sz w:val="24"/>
                <w:szCs w:val="24"/>
              </w:rPr>
              <w:t xml:space="preserve">Take time to explore the following websites. Feel free to add to the list. </w:t>
            </w:r>
          </w:p>
          <w:p w:rsidR="004C51E6" w:rsidRPr="00DF429C" w:rsidRDefault="004C51E6" w:rsidP="00C0725C">
            <w:pPr>
              <w:pStyle w:val="BodyText"/>
              <w:spacing w:line="240" w:lineRule="auto"/>
              <w:ind w:left="720"/>
              <w:rPr>
                <w:rFonts w:ascii="Architect" w:hAnsi="Architect"/>
                <w:sz w:val="24"/>
                <w:szCs w:val="24"/>
              </w:rPr>
            </w:pPr>
            <w:hyperlink r:id="rId12" w:history="1">
              <w:r w:rsidRPr="00DF429C">
                <w:rPr>
                  <w:rStyle w:val="Hyperlink"/>
                  <w:rFonts w:ascii="Architect" w:hAnsi="Architect"/>
                  <w:sz w:val="24"/>
                  <w:szCs w:val="24"/>
                </w:rPr>
                <w:t>www.virtualmanipulatives.com</w:t>
              </w:r>
            </w:hyperlink>
          </w:p>
          <w:p w:rsidR="004C51E6" w:rsidRPr="00DF429C" w:rsidRDefault="004C51E6" w:rsidP="00C0725C">
            <w:pPr>
              <w:pStyle w:val="BodyText"/>
              <w:spacing w:line="240" w:lineRule="auto"/>
              <w:ind w:left="720"/>
              <w:rPr>
                <w:rFonts w:ascii="Architect" w:hAnsi="Architect"/>
                <w:sz w:val="24"/>
                <w:szCs w:val="24"/>
              </w:rPr>
            </w:pPr>
            <w:hyperlink r:id="rId13" w:history="1">
              <w:r w:rsidRPr="00DF429C">
                <w:rPr>
                  <w:rStyle w:val="Hyperlink"/>
                  <w:rFonts w:ascii="Architect" w:hAnsi="Architect"/>
                  <w:sz w:val="24"/>
                  <w:szCs w:val="24"/>
                </w:rPr>
                <w:t>www.mathplayground.com</w:t>
              </w:r>
            </w:hyperlink>
          </w:p>
          <w:p w:rsidR="004C51E6" w:rsidRPr="00DF429C" w:rsidRDefault="004C51E6" w:rsidP="00C0725C">
            <w:pPr>
              <w:pStyle w:val="BodyText"/>
              <w:spacing w:line="240" w:lineRule="auto"/>
              <w:ind w:left="720"/>
              <w:rPr>
                <w:rFonts w:ascii="Architect" w:hAnsi="Architect"/>
                <w:sz w:val="24"/>
                <w:szCs w:val="24"/>
              </w:rPr>
            </w:pPr>
            <w:hyperlink r:id="rId14" w:history="1">
              <w:r w:rsidRPr="00DF429C">
                <w:rPr>
                  <w:rStyle w:val="Hyperlink"/>
                  <w:rFonts w:ascii="Architect" w:hAnsi="Architect"/>
                  <w:sz w:val="24"/>
                  <w:szCs w:val="24"/>
                </w:rPr>
                <w:t>www.jmathpage.com</w:t>
              </w:r>
            </w:hyperlink>
          </w:p>
          <w:p w:rsidR="004C51E6" w:rsidRPr="00DF429C" w:rsidRDefault="004C51E6" w:rsidP="00B248AF">
            <w:pPr>
              <w:pStyle w:val="BodyText"/>
              <w:spacing w:line="240" w:lineRule="auto"/>
              <w:ind w:left="720"/>
              <w:rPr>
                <w:rFonts w:ascii="Architect" w:hAnsi="Architect"/>
                <w:sz w:val="24"/>
                <w:szCs w:val="24"/>
              </w:rPr>
            </w:pPr>
            <w:hyperlink r:id="rId15" w:history="1">
              <w:r w:rsidRPr="00DF429C">
                <w:rPr>
                  <w:rStyle w:val="Hyperlink"/>
                  <w:rFonts w:ascii="Architect" w:hAnsi="Architect"/>
                  <w:sz w:val="24"/>
                  <w:szCs w:val="24"/>
                </w:rPr>
                <w:t>www.ixl.com/math</w:t>
              </w:r>
            </w:hyperlink>
          </w:p>
        </w:tc>
      </w:tr>
      <w:tr w:rsidR="004C51E6" w:rsidRPr="00DF429C"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0D19AB">
            <w:pPr>
              <w:rPr>
                <w:rFonts w:ascii="Architect" w:hAnsi="Architect"/>
                <w:b/>
              </w:rPr>
            </w:pPr>
            <w:r w:rsidRPr="00DF429C">
              <w:rPr>
                <w:rFonts w:ascii="Architect" w:hAnsi="Architect"/>
                <w:b/>
              </w:rPr>
              <w:t>EXPLANATION</w:t>
            </w:r>
          </w:p>
          <w:p w:rsidR="004C51E6" w:rsidRPr="00DF429C" w:rsidRDefault="004C51E6" w:rsidP="001D7AD0">
            <w:pPr>
              <w:pStyle w:val="BodyText"/>
              <w:numPr>
                <w:ilvl w:val="0"/>
                <w:numId w:val="1"/>
              </w:numPr>
              <w:spacing w:line="240" w:lineRule="auto"/>
              <w:rPr>
                <w:rFonts w:ascii="Architect" w:hAnsi="Architect"/>
                <w:sz w:val="18"/>
                <w:szCs w:val="18"/>
              </w:rPr>
            </w:pPr>
            <w:r w:rsidRPr="00DF429C">
              <w:rPr>
                <w:rFonts w:ascii="Architect" w:hAnsi="Architect"/>
                <w:sz w:val="18"/>
                <w:szCs w:val="18"/>
              </w:rPr>
              <w:t xml:space="preserve">Student explanations should precede introduction of terms or explanations by the teacher. What questions or techniques will the teacher use to help students connect their exploration to the concept under examination? </w:t>
            </w:r>
          </w:p>
          <w:p w:rsidR="004C51E6" w:rsidRPr="00DF429C" w:rsidRDefault="004C51E6" w:rsidP="001D7AD0">
            <w:pPr>
              <w:pStyle w:val="BodyText"/>
              <w:numPr>
                <w:ilvl w:val="0"/>
                <w:numId w:val="1"/>
              </w:numPr>
              <w:spacing w:line="240" w:lineRule="auto"/>
              <w:rPr>
                <w:rFonts w:ascii="Architect" w:hAnsi="Architect"/>
                <w:sz w:val="18"/>
                <w:szCs w:val="18"/>
              </w:rPr>
            </w:pPr>
            <w:r w:rsidRPr="00DF429C">
              <w:rPr>
                <w:rFonts w:ascii="Architect" w:hAnsi="Architect"/>
                <w:sz w:val="18"/>
                <w:szCs w:val="18"/>
              </w:rPr>
              <w:t xml:space="preserve">List higher order thinking questions which teachers will use to solicit </w:t>
            </w:r>
            <w:r w:rsidRPr="00DF429C">
              <w:rPr>
                <w:rFonts w:ascii="Architect" w:hAnsi="Architect"/>
                <w:i/>
                <w:sz w:val="18"/>
                <w:szCs w:val="18"/>
              </w:rPr>
              <w:t>student</w:t>
            </w:r>
            <w:r w:rsidRPr="00DF429C">
              <w:rPr>
                <w:rFonts w:ascii="Architect" w:hAnsi="Architect"/>
                <w:sz w:val="18"/>
                <w:szCs w:val="18"/>
              </w:rPr>
              <w:t xml:space="preserve"> explanations and help them to justify their explanations.</w:t>
            </w:r>
          </w:p>
          <w:p w:rsidR="004C51E6" w:rsidRPr="00DF429C" w:rsidRDefault="004C51E6" w:rsidP="000D19AB">
            <w:pPr>
              <w:rPr>
                <w:rFonts w:ascii="Architect" w:hAnsi="Architect"/>
                <w:b/>
              </w:rPr>
            </w:pPr>
          </w:p>
          <w:p w:rsidR="004C51E6" w:rsidRPr="00DF429C" w:rsidRDefault="004C51E6" w:rsidP="00B01128">
            <w:pPr>
              <w:ind w:firstLine="375"/>
              <w:rPr>
                <w:rFonts w:ascii="Architect" w:hAnsi="Architect"/>
                <w:b/>
              </w:rPr>
            </w:pPr>
            <w:r w:rsidRPr="00DF429C">
              <w:rPr>
                <w:rFonts w:ascii="Architect" w:hAnsi="Architect"/>
                <w:b/>
              </w:rPr>
              <w:t>Questions:</w:t>
            </w:r>
          </w:p>
          <w:p w:rsidR="004C51E6" w:rsidRPr="00DF429C" w:rsidRDefault="004C51E6" w:rsidP="00B01128">
            <w:pPr>
              <w:ind w:firstLine="375"/>
              <w:rPr>
                <w:rFonts w:ascii="Architect" w:hAnsi="Architect"/>
              </w:rPr>
            </w:pPr>
            <w:r w:rsidRPr="00DF429C">
              <w:rPr>
                <w:rFonts w:ascii="Architect" w:hAnsi="Architect"/>
              </w:rPr>
              <w:t>1. Why are these formulas significant to know?</w:t>
            </w:r>
          </w:p>
          <w:p w:rsidR="004C51E6" w:rsidRPr="00DF429C" w:rsidRDefault="004C51E6" w:rsidP="00B01128">
            <w:pPr>
              <w:ind w:firstLine="375"/>
              <w:rPr>
                <w:rFonts w:ascii="Architect" w:hAnsi="Architect"/>
              </w:rPr>
            </w:pPr>
            <w:r w:rsidRPr="00DF429C">
              <w:rPr>
                <w:rFonts w:ascii="Architect" w:hAnsi="Architect"/>
              </w:rPr>
              <w:t>2. When/where can these formulas be applied in real-life settings?</w:t>
            </w:r>
          </w:p>
          <w:p w:rsidR="004C51E6" w:rsidRPr="00DF429C" w:rsidRDefault="004C51E6" w:rsidP="00B01128">
            <w:pPr>
              <w:ind w:firstLine="375"/>
              <w:rPr>
                <w:rFonts w:ascii="Architect" w:hAnsi="Architect"/>
              </w:rPr>
            </w:pPr>
            <w:r w:rsidRPr="00DF429C">
              <w:rPr>
                <w:rFonts w:ascii="Architect" w:hAnsi="Architect"/>
              </w:rPr>
              <w:t>3. List real-life examples in which perimeter formulas may be applied.</w:t>
            </w:r>
          </w:p>
          <w:p w:rsidR="004C51E6" w:rsidRPr="00DF429C" w:rsidRDefault="004C51E6" w:rsidP="00B01128">
            <w:pPr>
              <w:ind w:firstLine="375"/>
              <w:rPr>
                <w:rFonts w:ascii="Architect" w:hAnsi="Architect"/>
              </w:rPr>
            </w:pPr>
            <w:r w:rsidRPr="00DF429C">
              <w:rPr>
                <w:rFonts w:ascii="Architect" w:hAnsi="Architect"/>
              </w:rPr>
              <w:t>4. List real-life examples in which area formulas may be applied.</w:t>
            </w:r>
          </w:p>
          <w:p w:rsidR="004C51E6" w:rsidRPr="00DF429C" w:rsidRDefault="004C51E6" w:rsidP="00B01128">
            <w:pPr>
              <w:ind w:firstLine="375"/>
              <w:rPr>
                <w:rFonts w:ascii="Architect" w:hAnsi="Architect"/>
              </w:rPr>
            </w:pPr>
            <w:r w:rsidRPr="00DF429C">
              <w:rPr>
                <w:rFonts w:ascii="Architect" w:hAnsi="Architect"/>
              </w:rPr>
              <w:t xml:space="preserve">5. List real-life examples in which surface area formulas may be applied  </w:t>
            </w:r>
          </w:p>
          <w:p w:rsidR="004C51E6" w:rsidRPr="00DF429C" w:rsidRDefault="004C51E6" w:rsidP="00534145">
            <w:pPr>
              <w:ind w:firstLine="375"/>
              <w:rPr>
                <w:rFonts w:ascii="Architect" w:hAnsi="Architect"/>
              </w:rPr>
            </w:pPr>
            <w:r w:rsidRPr="00DF429C">
              <w:rPr>
                <w:rFonts w:ascii="Architect" w:hAnsi="Architect"/>
              </w:rPr>
              <w:t>6. How might you/family use these formulas on a daily basis?</w:t>
            </w:r>
          </w:p>
        </w:tc>
      </w:tr>
      <w:tr w:rsidR="004C51E6" w:rsidRPr="00DF429C"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0D19AB">
            <w:pPr>
              <w:rPr>
                <w:rFonts w:ascii="Architect" w:hAnsi="Architect"/>
                <w:b/>
              </w:rPr>
            </w:pPr>
            <w:r w:rsidRPr="00DF429C">
              <w:rPr>
                <w:rFonts w:ascii="Architect" w:hAnsi="Architect"/>
                <w:b/>
              </w:rPr>
              <w:t>ELABORATION</w:t>
            </w:r>
          </w:p>
          <w:p w:rsidR="004C51E6" w:rsidRPr="00DF429C" w:rsidRDefault="004C51E6" w:rsidP="001D7AD0">
            <w:pPr>
              <w:pStyle w:val="BodyText"/>
              <w:numPr>
                <w:ilvl w:val="0"/>
                <w:numId w:val="1"/>
              </w:numPr>
              <w:spacing w:line="240" w:lineRule="auto"/>
              <w:rPr>
                <w:rFonts w:ascii="Architect" w:hAnsi="Architect"/>
                <w:sz w:val="18"/>
                <w:szCs w:val="18"/>
              </w:rPr>
            </w:pPr>
            <w:r w:rsidRPr="00DF429C">
              <w:rPr>
                <w:rFonts w:ascii="Architect" w:hAnsi="Architect"/>
                <w:sz w:val="18"/>
                <w:szCs w:val="18"/>
              </w:rPr>
              <w:t>Describe how students will develop a more sophisticated understanding of the concept.</w:t>
            </w:r>
          </w:p>
          <w:p w:rsidR="004C51E6" w:rsidRPr="00DF429C" w:rsidRDefault="004C51E6" w:rsidP="001D7AD0">
            <w:pPr>
              <w:pStyle w:val="BodyText"/>
              <w:numPr>
                <w:ilvl w:val="0"/>
                <w:numId w:val="1"/>
              </w:numPr>
              <w:spacing w:line="240" w:lineRule="auto"/>
              <w:rPr>
                <w:rFonts w:ascii="Architect" w:hAnsi="Architect"/>
                <w:sz w:val="18"/>
                <w:szCs w:val="18"/>
              </w:rPr>
            </w:pPr>
            <w:r w:rsidRPr="00DF429C">
              <w:rPr>
                <w:rFonts w:ascii="Architect" w:hAnsi="Architect"/>
                <w:sz w:val="18"/>
                <w:szCs w:val="18"/>
              </w:rPr>
              <w:t>What vocabulary will be introduced and how will it connect to students’ observations?</w:t>
            </w:r>
          </w:p>
          <w:p w:rsidR="004C51E6" w:rsidRPr="00DF429C" w:rsidRDefault="004C51E6" w:rsidP="001D7AD0">
            <w:pPr>
              <w:pStyle w:val="BodyText"/>
              <w:numPr>
                <w:ilvl w:val="0"/>
                <w:numId w:val="1"/>
              </w:numPr>
              <w:spacing w:line="240" w:lineRule="auto"/>
              <w:rPr>
                <w:rFonts w:ascii="Architect" w:hAnsi="Architect"/>
                <w:sz w:val="18"/>
                <w:szCs w:val="18"/>
              </w:rPr>
            </w:pPr>
            <w:r w:rsidRPr="00DF429C">
              <w:rPr>
                <w:rFonts w:ascii="Architect" w:hAnsi="Architect"/>
                <w:sz w:val="18"/>
                <w:szCs w:val="18"/>
              </w:rPr>
              <w:t>How is this knowledge applied in our daily lives?</w:t>
            </w:r>
          </w:p>
          <w:p w:rsidR="004C51E6" w:rsidRPr="00DF429C" w:rsidRDefault="004C51E6" w:rsidP="000D19AB">
            <w:pPr>
              <w:rPr>
                <w:rFonts w:ascii="Architect" w:hAnsi="Architect"/>
                <w:b/>
              </w:rPr>
            </w:pPr>
          </w:p>
          <w:p w:rsidR="004C51E6" w:rsidRPr="00DF429C" w:rsidRDefault="004C51E6" w:rsidP="00B01128">
            <w:pPr>
              <w:pStyle w:val="ListParagraph"/>
              <w:numPr>
                <w:ilvl w:val="0"/>
                <w:numId w:val="4"/>
              </w:numPr>
              <w:rPr>
                <w:rFonts w:ascii="Architect" w:hAnsi="Architect"/>
              </w:rPr>
            </w:pPr>
            <w:r w:rsidRPr="00DF429C">
              <w:rPr>
                <w:rFonts w:ascii="Architect" w:hAnsi="Architect"/>
              </w:rPr>
              <w:t>Have participants choose an object at home/in classroom which he/she will apply one of the formulas.</w:t>
            </w:r>
          </w:p>
          <w:p w:rsidR="004C51E6" w:rsidRPr="00DF429C" w:rsidRDefault="004C51E6" w:rsidP="00B01128">
            <w:pPr>
              <w:pStyle w:val="ListParagraph"/>
              <w:numPr>
                <w:ilvl w:val="0"/>
                <w:numId w:val="4"/>
              </w:numPr>
              <w:rPr>
                <w:rFonts w:ascii="Architect" w:hAnsi="Architect"/>
              </w:rPr>
            </w:pPr>
            <w:r w:rsidRPr="00DF429C">
              <w:rPr>
                <w:rFonts w:ascii="Architect" w:hAnsi="Architect"/>
              </w:rPr>
              <w:t>Reflect on all the different aspects of the formula and explain your findings to a neighbor/friend.</w:t>
            </w:r>
          </w:p>
          <w:p w:rsidR="004C51E6" w:rsidRPr="00DF429C" w:rsidRDefault="004C51E6" w:rsidP="00623BC0">
            <w:pPr>
              <w:pStyle w:val="ListParagraph"/>
              <w:ind w:left="1125"/>
              <w:rPr>
                <w:rFonts w:ascii="Architect" w:hAnsi="Architect"/>
              </w:rPr>
            </w:pPr>
          </w:p>
          <w:p w:rsidR="004C51E6" w:rsidRPr="00DF429C" w:rsidRDefault="004C51E6" w:rsidP="00623BC0">
            <w:pPr>
              <w:pStyle w:val="ListParagraph"/>
              <w:ind w:left="1125" w:hanging="390"/>
              <w:rPr>
                <w:rFonts w:ascii="Architect" w:hAnsi="Architect"/>
                <w:b/>
              </w:rPr>
            </w:pPr>
            <w:r w:rsidRPr="00DF429C">
              <w:rPr>
                <w:rFonts w:ascii="Architect" w:hAnsi="Architect"/>
                <w:b/>
              </w:rPr>
              <w:t>Vocabulary:</w:t>
            </w:r>
          </w:p>
          <w:p w:rsidR="004C51E6" w:rsidRPr="00DF429C" w:rsidRDefault="004C51E6" w:rsidP="00534145">
            <w:pPr>
              <w:pStyle w:val="ListParagraph"/>
              <w:ind w:left="735"/>
              <w:rPr>
                <w:rFonts w:ascii="Architect" w:hAnsi="Architect"/>
              </w:rPr>
            </w:pPr>
            <w:r w:rsidRPr="00DF429C">
              <w:rPr>
                <w:rFonts w:ascii="Architect" w:hAnsi="Architect"/>
              </w:rPr>
              <w:t>area, base, circle, circumference, data, formula, height, length, measurement, parallelogram, pattern, plane figure, polygon, prism, pyramid, radius, two-dimensional (2-D), rectangle, solids, square, surface area, three-dimensional (3-D), trapezoid, triangle, vertices</w:t>
            </w:r>
          </w:p>
        </w:tc>
      </w:tr>
      <w:tr w:rsidR="004C51E6" w:rsidRPr="00DF429C"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4C51E6" w:rsidRPr="00DF429C" w:rsidRDefault="004C51E6" w:rsidP="000D19AB">
            <w:pPr>
              <w:rPr>
                <w:rFonts w:ascii="Architect" w:hAnsi="Architect"/>
              </w:rPr>
            </w:pPr>
            <w:r w:rsidRPr="00DF429C">
              <w:rPr>
                <w:rFonts w:ascii="Architect" w:hAnsi="Architect"/>
                <w:b/>
              </w:rPr>
              <w:t>EVALUATION</w:t>
            </w:r>
          </w:p>
          <w:p w:rsidR="004C51E6" w:rsidRPr="00DF429C" w:rsidRDefault="004C51E6" w:rsidP="001D7AD0">
            <w:pPr>
              <w:pStyle w:val="BodyText"/>
              <w:numPr>
                <w:ilvl w:val="0"/>
                <w:numId w:val="1"/>
              </w:numPr>
              <w:spacing w:line="240" w:lineRule="auto"/>
              <w:rPr>
                <w:rFonts w:ascii="Architect" w:hAnsi="Architect"/>
                <w:sz w:val="18"/>
                <w:szCs w:val="18"/>
              </w:rPr>
            </w:pPr>
            <w:r w:rsidRPr="00DF429C">
              <w:rPr>
                <w:rFonts w:ascii="Architect" w:hAnsi="Architect"/>
                <w:sz w:val="18"/>
                <w:szCs w:val="18"/>
              </w:rPr>
              <w:t>How will students demonstrate that they have achieved the lesson objective?</w:t>
            </w:r>
          </w:p>
          <w:p w:rsidR="004C51E6" w:rsidRPr="00DF429C" w:rsidRDefault="004C51E6" w:rsidP="001D7AD0">
            <w:pPr>
              <w:pStyle w:val="BodyText"/>
              <w:numPr>
                <w:ilvl w:val="0"/>
                <w:numId w:val="1"/>
              </w:numPr>
              <w:spacing w:line="240" w:lineRule="auto"/>
              <w:rPr>
                <w:rFonts w:ascii="Architect" w:hAnsi="Architect"/>
                <w:sz w:val="18"/>
                <w:szCs w:val="18"/>
              </w:rPr>
            </w:pPr>
            <w:r w:rsidRPr="00DF429C">
              <w:rPr>
                <w:rFonts w:ascii="Architect" w:hAnsi="Architect"/>
                <w:sz w:val="18"/>
                <w:szCs w:val="18"/>
              </w:rPr>
              <w:t>This should be embedded throughout the lesson as well as at the end of the lesson</w:t>
            </w:r>
          </w:p>
          <w:p w:rsidR="004C51E6" w:rsidRPr="00DF429C" w:rsidRDefault="004C51E6" w:rsidP="000D19AB">
            <w:pPr>
              <w:rPr>
                <w:rFonts w:ascii="Architect" w:hAnsi="Architect"/>
                <w:b/>
              </w:rPr>
            </w:pPr>
          </w:p>
          <w:p w:rsidR="004C51E6" w:rsidRPr="00DF429C" w:rsidRDefault="004C51E6" w:rsidP="000923E7">
            <w:pPr>
              <w:pStyle w:val="ListParagraph"/>
              <w:numPr>
                <w:ilvl w:val="0"/>
                <w:numId w:val="14"/>
              </w:numPr>
              <w:tabs>
                <w:tab w:val="left" w:pos="1095"/>
              </w:tabs>
              <w:ind w:firstLine="15"/>
              <w:rPr>
                <w:rFonts w:ascii="Architect" w:hAnsi="Architect"/>
              </w:rPr>
            </w:pPr>
            <w:r w:rsidRPr="00DF429C">
              <w:rPr>
                <w:rFonts w:ascii="Architect" w:hAnsi="Architect"/>
              </w:rPr>
              <w:t>Handout of practice exercises</w:t>
            </w:r>
          </w:p>
          <w:p w:rsidR="004C51E6" w:rsidRPr="00DF429C" w:rsidRDefault="004C51E6" w:rsidP="00623BC0">
            <w:pPr>
              <w:pStyle w:val="ListParagraph"/>
              <w:numPr>
                <w:ilvl w:val="0"/>
                <w:numId w:val="5"/>
              </w:numPr>
              <w:tabs>
                <w:tab w:val="left" w:pos="1095"/>
              </w:tabs>
              <w:ind w:left="735" w:firstLine="0"/>
              <w:rPr>
                <w:rFonts w:ascii="Architect" w:hAnsi="Architect"/>
              </w:rPr>
            </w:pPr>
            <w:r w:rsidRPr="00DF429C">
              <w:rPr>
                <w:rFonts w:ascii="Architect" w:hAnsi="Architect"/>
              </w:rPr>
              <w:t xml:space="preserve">Debrief/Reflection on all tasks </w:t>
            </w:r>
          </w:p>
          <w:p w:rsidR="004C51E6" w:rsidRPr="00DF429C" w:rsidRDefault="004C51E6" w:rsidP="00623BC0">
            <w:pPr>
              <w:pStyle w:val="ListParagraph"/>
              <w:numPr>
                <w:ilvl w:val="0"/>
                <w:numId w:val="5"/>
              </w:numPr>
              <w:tabs>
                <w:tab w:val="left" w:pos="1095"/>
              </w:tabs>
              <w:ind w:left="735" w:firstLine="0"/>
              <w:rPr>
                <w:rFonts w:ascii="Architect" w:hAnsi="Architect"/>
              </w:rPr>
            </w:pPr>
            <w:r w:rsidRPr="00DF429C">
              <w:rPr>
                <w:rFonts w:ascii="Architect" w:hAnsi="Architect"/>
              </w:rPr>
              <w:t xml:space="preserve">On-going discussions </w:t>
            </w:r>
          </w:p>
        </w:tc>
      </w:tr>
    </w:tbl>
    <w:p w:rsidR="004C51E6" w:rsidRPr="00DF429C" w:rsidRDefault="004C51E6" w:rsidP="00DF55FD">
      <w:pPr>
        <w:rPr>
          <w:rFonts w:ascii="Architect" w:hAnsi="Architect"/>
        </w:rPr>
      </w:pPr>
    </w:p>
    <w:p w:rsidR="004C51E6" w:rsidRPr="00DF429C" w:rsidRDefault="004C51E6" w:rsidP="000923E7">
      <w:pPr>
        <w:ind w:hanging="540"/>
        <w:rPr>
          <w:rFonts w:ascii="Architect" w:hAnsi="Architect"/>
          <w:b/>
          <w:sz w:val="28"/>
          <w:szCs w:val="28"/>
          <w:u w:val="double"/>
        </w:rPr>
      </w:pPr>
      <w:r w:rsidRPr="00DF429C">
        <w:rPr>
          <w:rFonts w:ascii="Architect" w:hAnsi="Architect"/>
          <w:b/>
          <w:sz w:val="28"/>
          <w:szCs w:val="28"/>
          <w:u w:val="double"/>
        </w:rPr>
        <w:t>NOTES:</w:t>
      </w:r>
    </w:p>
    <w:sectPr w:rsidR="004C51E6" w:rsidRPr="00DF429C" w:rsidSect="00DF55FD">
      <w:headerReference w:type="default" r:id="rId16"/>
      <w:headerReference w:type="first" r:id="rId1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1E6" w:rsidRDefault="004C51E6" w:rsidP="001D7AD0">
      <w:r>
        <w:separator/>
      </w:r>
    </w:p>
  </w:endnote>
  <w:endnote w:type="continuationSeparator" w:id="0">
    <w:p w:rsidR="004C51E6" w:rsidRDefault="004C51E6"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chitect">
    <w:panose1 w:val="020B060000000002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1E6" w:rsidRDefault="004C51E6" w:rsidP="001D7AD0">
      <w:r>
        <w:separator/>
      </w:r>
    </w:p>
  </w:footnote>
  <w:footnote w:type="continuationSeparator" w:id="0">
    <w:p w:rsidR="004C51E6" w:rsidRDefault="004C51E6"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E6" w:rsidRDefault="004C51E6">
    <w:pPr>
      <w:pStyle w:val="Header"/>
      <w:jc w:val="right"/>
    </w:pPr>
    <w:fldSimple w:instr=" PAGE   \* MERGEFORMAT ">
      <w:r>
        <w:rPr>
          <w:noProof/>
        </w:rPr>
        <w:t>4</w:t>
      </w:r>
    </w:fldSimple>
  </w:p>
  <w:p w:rsidR="004C51E6" w:rsidRDefault="004C51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E6" w:rsidRPr="00DF429C" w:rsidRDefault="004C51E6" w:rsidP="00DF55FD">
    <w:pPr>
      <w:pStyle w:val="Header"/>
      <w:jc w:val="center"/>
      <w:rPr>
        <w:rFonts w:ascii="Architect" w:hAnsi="Architect"/>
        <w:b/>
        <w:sz w:val="40"/>
        <w:szCs w:val="40"/>
      </w:rPr>
    </w:pPr>
    <w:r w:rsidRPr="00DF429C">
      <w:rPr>
        <w:rFonts w:ascii="Architect" w:hAnsi="Architect"/>
        <w:b/>
        <w:sz w:val="40"/>
        <w:szCs w:val="40"/>
      </w:rPr>
      <w:t>MATH C</w:t>
    </w:r>
    <w:r w:rsidRPr="00DF429C">
      <w:rPr>
        <w:rFonts w:ascii="Architect" w:hAnsi="Architect"/>
        <w:b/>
        <w:sz w:val="36"/>
        <w:szCs w:val="36"/>
      </w:rPr>
      <w:t>ONTENT</w:t>
    </w:r>
    <w:r w:rsidRPr="00DF429C">
      <w:rPr>
        <w:rFonts w:ascii="Architect" w:hAnsi="Architect"/>
        <w:b/>
        <w:sz w:val="40"/>
        <w:szCs w:val="40"/>
      </w:rPr>
      <w:t xml:space="preserve"> &amp; P</w:t>
    </w:r>
    <w:r w:rsidRPr="00DF429C">
      <w:rPr>
        <w:rFonts w:ascii="Architect" w:hAnsi="Architect"/>
        <w:b/>
        <w:sz w:val="36"/>
        <w:szCs w:val="36"/>
      </w:rPr>
      <w:t>EDAGOGY</w:t>
    </w:r>
    <w:r w:rsidRPr="00DF429C">
      <w:rPr>
        <w:rFonts w:ascii="Architect" w:hAnsi="Architect"/>
        <w:b/>
        <w:sz w:val="40"/>
        <w:szCs w:val="40"/>
      </w:rPr>
      <w:t xml:space="preserve"> - 5E Lesson Plan </w:t>
    </w:r>
  </w:p>
  <w:p w:rsidR="004C51E6" w:rsidRPr="00DF429C" w:rsidRDefault="004C51E6" w:rsidP="00DF55FD">
    <w:pPr>
      <w:pStyle w:val="Header"/>
      <w:jc w:val="center"/>
      <w:rPr>
        <w:rFonts w:ascii="Architect" w:hAnsi="Architect"/>
        <w:b/>
        <w:sz w:val="28"/>
        <w:szCs w:val="28"/>
      </w:rPr>
    </w:pPr>
    <w:r w:rsidRPr="00DF429C">
      <w:rPr>
        <w:rFonts w:ascii="Architect" w:hAnsi="Architect"/>
        <w:b/>
        <w:sz w:val="28"/>
        <w:szCs w:val="28"/>
      </w:rPr>
      <w:t>Chelle Daniels</w:t>
    </w:r>
  </w:p>
  <w:p w:rsidR="004C51E6" w:rsidRPr="00DF429C" w:rsidRDefault="004C51E6">
    <w:pPr>
      <w:pStyle w:val="Header"/>
      <w:rPr>
        <w:rFonts w:ascii="Architect" w:hAnsi="Architec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076E3851"/>
    <w:multiLevelType w:val="hybridMultilevel"/>
    <w:tmpl w:val="7FA09BB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nsid w:val="169D3871"/>
    <w:multiLevelType w:val="hybridMultilevel"/>
    <w:tmpl w:val="D13EB4E2"/>
    <w:lvl w:ilvl="0" w:tplc="E1724DA2">
      <w:numFmt w:val="bullet"/>
      <w:lvlText w:val="-"/>
      <w:lvlJc w:val="left"/>
      <w:pPr>
        <w:ind w:left="1710" w:hanging="360"/>
      </w:pPr>
      <w:rPr>
        <w:rFonts w:ascii="Arial Narrow" w:eastAsia="Times New Roman" w:hAnsi="Arial Narrow" w:hint="default"/>
        <w:sz w:val="22"/>
      </w:rPr>
    </w:lvl>
    <w:lvl w:ilvl="1" w:tplc="04090003" w:tentative="1">
      <w:start w:val="1"/>
      <w:numFmt w:val="bullet"/>
      <w:lvlText w:val="o"/>
      <w:lvlJc w:val="left"/>
      <w:pPr>
        <w:ind w:left="2430" w:hanging="360"/>
      </w:pPr>
      <w:rPr>
        <w:rFonts w:ascii="Courier New" w:hAnsi="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nsid w:val="2EF060E4"/>
    <w:multiLevelType w:val="hybridMultilevel"/>
    <w:tmpl w:val="D5780D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1663ACE"/>
    <w:multiLevelType w:val="hybridMultilevel"/>
    <w:tmpl w:val="7F0677E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0B23C4"/>
    <w:multiLevelType w:val="hybridMultilevel"/>
    <w:tmpl w:val="8E3CF6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7"/>
  </w:num>
  <w:num w:numId="2">
    <w:abstractNumId w:val="5"/>
  </w:num>
  <w:num w:numId="3">
    <w:abstractNumId w:val="9"/>
  </w:num>
  <w:num w:numId="4">
    <w:abstractNumId w:val="2"/>
  </w:num>
  <w:num w:numId="5">
    <w:abstractNumId w:val="13"/>
  </w:num>
  <w:num w:numId="6">
    <w:abstractNumId w:val="11"/>
  </w:num>
  <w:num w:numId="7">
    <w:abstractNumId w:val="10"/>
  </w:num>
  <w:num w:numId="8">
    <w:abstractNumId w:val="0"/>
  </w:num>
  <w:num w:numId="9">
    <w:abstractNumId w:val="1"/>
  </w:num>
  <w:num w:numId="10">
    <w:abstractNumId w:val="8"/>
  </w:num>
  <w:num w:numId="11">
    <w:abstractNumId w:val="4"/>
  </w:num>
  <w:num w:numId="12">
    <w:abstractNumId w:val="6"/>
  </w:num>
  <w:num w:numId="13">
    <w:abstractNumId w:val="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1347B"/>
    <w:rsid w:val="00040E28"/>
    <w:rsid w:val="00065954"/>
    <w:rsid w:val="00080CBF"/>
    <w:rsid w:val="00090EEE"/>
    <w:rsid w:val="000923E7"/>
    <w:rsid w:val="00095BD9"/>
    <w:rsid w:val="000C50C0"/>
    <w:rsid w:val="000D19AB"/>
    <w:rsid w:val="000D2639"/>
    <w:rsid w:val="0010091C"/>
    <w:rsid w:val="001336D9"/>
    <w:rsid w:val="00147136"/>
    <w:rsid w:val="00147CC7"/>
    <w:rsid w:val="00171C66"/>
    <w:rsid w:val="00187AD1"/>
    <w:rsid w:val="001B2E5B"/>
    <w:rsid w:val="001D7AD0"/>
    <w:rsid w:val="001E770D"/>
    <w:rsid w:val="00205575"/>
    <w:rsid w:val="00231C31"/>
    <w:rsid w:val="00281995"/>
    <w:rsid w:val="00290D5C"/>
    <w:rsid w:val="002B0BAD"/>
    <w:rsid w:val="002C7AFB"/>
    <w:rsid w:val="002F6F45"/>
    <w:rsid w:val="00382345"/>
    <w:rsid w:val="003950E1"/>
    <w:rsid w:val="003B5EB6"/>
    <w:rsid w:val="003F7D21"/>
    <w:rsid w:val="003F7DCB"/>
    <w:rsid w:val="00432761"/>
    <w:rsid w:val="00435AC2"/>
    <w:rsid w:val="00435DF6"/>
    <w:rsid w:val="004465D4"/>
    <w:rsid w:val="00461A6B"/>
    <w:rsid w:val="00463052"/>
    <w:rsid w:val="00484CD8"/>
    <w:rsid w:val="004C232B"/>
    <w:rsid w:val="004C51E6"/>
    <w:rsid w:val="004D55E3"/>
    <w:rsid w:val="004E569D"/>
    <w:rsid w:val="00502988"/>
    <w:rsid w:val="00534145"/>
    <w:rsid w:val="00541A83"/>
    <w:rsid w:val="00571FCD"/>
    <w:rsid w:val="00580087"/>
    <w:rsid w:val="005A6815"/>
    <w:rsid w:val="005B192B"/>
    <w:rsid w:val="005C0466"/>
    <w:rsid w:val="005E51EE"/>
    <w:rsid w:val="005E62D8"/>
    <w:rsid w:val="005F5AF1"/>
    <w:rsid w:val="00623BC0"/>
    <w:rsid w:val="006345D4"/>
    <w:rsid w:val="00641F54"/>
    <w:rsid w:val="00674A81"/>
    <w:rsid w:val="00685A4C"/>
    <w:rsid w:val="006A13A3"/>
    <w:rsid w:val="006A4427"/>
    <w:rsid w:val="006C355A"/>
    <w:rsid w:val="006C386D"/>
    <w:rsid w:val="006D65DE"/>
    <w:rsid w:val="006E5701"/>
    <w:rsid w:val="006F31BC"/>
    <w:rsid w:val="007051F6"/>
    <w:rsid w:val="007440D6"/>
    <w:rsid w:val="00777137"/>
    <w:rsid w:val="007D5A15"/>
    <w:rsid w:val="007D7AFD"/>
    <w:rsid w:val="00802188"/>
    <w:rsid w:val="00823337"/>
    <w:rsid w:val="00836CA0"/>
    <w:rsid w:val="00847E9D"/>
    <w:rsid w:val="00860FC0"/>
    <w:rsid w:val="00871AA5"/>
    <w:rsid w:val="008A3EDA"/>
    <w:rsid w:val="00906E94"/>
    <w:rsid w:val="009102A0"/>
    <w:rsid w:val="00986AE5"/>
    <w:rsid w:val="00990766"/>
    <w:rsid w:val="009D4772"/>
    <w:rsid w:val="00A130BB"/>
    <w:rsid w:val="00A406EF"/>
    <w:rsid w:val="00A461C9"/>
    <w:rsid w:val="00A473D6"/>
    <w:rsid w:val="00A51B14"/>
    <w:rsid w:val="00AA72BA"/>
    <w:rsid w:val="00AB31CD"/>
    <w:rsid w:val="00AC7A4C"/>
    <w:rsid w:val="00B01128"/>
    <w:rsid w:val="00B169CF"/>
    <w:rsid w:val="00B248AF"/>
    <w:rsid w:val="00B428C5"/>
    <w:rsid w:val="00B53168"/>
    <w:rsid w:val="00B610F9"/>
    <w:rsid w:val="00B811E2"/>
    <w:rsid w:val="00B92242"/>
    <w:rsid w:val="00B95F3A"/>
    <w:rsid w:val="00BA0F9A"/>
    <w:rsid w:val="00BC03AB"/>
    <w:rsid w:val="00BE57FB"/>
    <w:rsid w:val="00C071B2"/>
    <w:rsid w:val="00C0725C"/>
    <w:rsid w:val="00C15D46"/>
    <w:rsid w:val="00C5209E"/>
    <w:rsid w:val="00C558AB"/>
    <w:rsid w:val="00C9128E"/>
    <w:rsid w:val="00CA1BEC"/>
    <w:rsid w:val="00CB5C20"/>
    <w:rsid w:val="00CC741A"/>
    <w:rsid w:val="00CD4619"/>
    <w:rsid w:val="00D24C32"/>
    <w:rsid w:val="00D31BE2"/>
    <w:rsid w:val="00D33DD3"/>
    <w:rsid w:val="00D4044D"/>
    <w:rsid w:val="00D5360F"/>
    <w:rsid w:val="00D6054C"/>
    <w:rsid w:val="00DA0D6D"/>
    <w:rsid w:val="00DB5B5A"/>
    <w:rsid w:val="00DF3C87"/>
    <w:rsid w:val="00DF429C"/>
    <w:rsid w:val="00DF55FD"/>
    <w:rsid w:val="00E82116"/>
    <w:rsid w:val="00E96926"/>
    <w:rsid w:val="00EC4345"/>
    <w:rsid w:val="00ED32EE"/>
    <w:rsid w:val="00EE4F3E"/>
    <w:rsid w:val="00F02F99"/>
    <w:rsid w:val="00F60784"/>
    <w:rsid w:val="00F77E5C"/>
    <w:rsid w:val="00F939BC"/>
    <w:rsid w:val="00F95DD3"/>
    <w:rsid w:val="00FD65C4"/>
    <w:rsid w:val="00FE00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ListParagraph">
    <w:name w:val="List Paragraph"/>
    <w:basedOn w:val="Normal"/>
    <w:uiPriority w:val="99"/>
    <w:qFormat/>
    <w:rsid w:val="005E62D8"/>
    <w:pPr>
      <w:ind w:left="720"/>
      <w:contextualSpacing/>
    </w:pPr>
  </w:style>
  <w:style w:type="character" w:styleId="Hyperlink">
    <w:name w:val="Hyperlink"/>
    <w:basedOn w:val="DefaultParagraphFont"/>
    <w:uiPriority w:val="99"/>
    <w:rsid w:val="00C0725C"/>
    <w:rPr>
      <w:rFonts w:cs="Times New Roman"/>
      <w:color w:val="0000FF"/>
      <w:u w:val="single"/>
    </w:rPr>
  </w:style>
  <w:style w:type="character" w:styleId="PlaceholderText">
    <w:name w:val="Placeholder Text"/>
    <w:basedOn w:val="DefaultParagraphFont"/>
    <w:uiPriority w:val="99"/>
    <w:semiHidden/>
    <w:rsid w:val="00171C66"/>
    <w:rPr>
      <w:rFonts w:cs="Times New Roman"/>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mathplayground.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virtualmanipulatives.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ixl.com/math"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jmathpa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1383</Words>
  <Characters>7888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dc:title>
  <dc:subject/>
  <dc:creator>kbutler</dc:creator>
  <cp:keywords/>
  <dc:description/>
  <cp:lastModifiedBy>WMS-STUDENT</cp:lastModifiedBy>
  <cp:revision>2</cp:revision>
  <dcterms:created xsi:type="dcterms:W3CDTF">2011-05-16T18:09:00Z</dcterms:created>
  <dcterms:modified xsi:type="dcterms:W3CDTF">2011-05-16T18:09:00Z</dcterms:modified>
</cp:coreProperties>
</file>